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015081" w:rsidRDefault="006E5D65" w:rsidP="009C54AE">
      <w:pPr>
        <w:spacing w:line="240" w:lineRule="auto"/>
        <w:rPr>
          <w:rFonts w:ascii="Corbel" w:hAnsi="Corbel"/>
          <w:bCs/>
          <w:i/>
          <w:color w:val="1F497D"/>
          <w:sz w:val="24"/>
          <w:szCs w:val="24"/>
        </w:rPr>
      </w:pPr>
    </w:p>
    <w:p w:rsidR="0085747A" w:rsidRPr="00015081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15081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015081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015081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015081">
        <w:rPr>
          <w:rFonts w:ascii="Corbel" w:hAnsi="Corbel"/>
          <w:b/>
          <w:smallCaps/>
          <w:sz w:val="24"/>
          <w:szCs w:val="24"/>
        </w:rPr>
        <w:t xml:space="preserve"> </w:t>
      </w:r>
      <w:r w:rsidR="002C2A37" w:rsidRPr="00015081">
        <w:rPr>
          <w:rFonts w:ascii="Corbel" w:hAnsi="Corbel"/>
          <w:b/>
          <w:smallCaps/>
          <w:sz w:val="24"/>
          <w:szCs w:val="24"/>
        </w:rPr>
        <w:t>201</w:t>
      </w:r>
      <w:r w:rsidR="00454174" w:rsidRPr="00015081">
        <w:rPr>
          <w:rFonts w:ascii="Corbel" w:hAnsi="Corbel"/>
          <w:b/>
          <w:smallCaps/>
          <w:sz w:val="24"/>
          <w:szCs w:val="24"/>
        </w:rPr>
        <w:t>8</w:t>
      </w:r>
      <w:r w:rsidR="002C2A37" w:rsidRPr="00015081">
        <w:rPr>
          <w:rFonts w:ascii="Corbel" w:hAnsi="Corbel"/>
          <w:b/>
          <w:smallCaps/>
          <w:sz w:val="24"/>
          <w:szCs w:val="24"/>
        </w:rPr>
        <w:t>-20</w:t>
      </w:r>
      <w:r w:rsidR="00454174" w:rsidRPr="00015081">
        <w:rPr>
          <w:rFonts w:ascii="Corbel" w:hAnsi="Corbel"/>
          <w:b/>
          <w:smallCaps/>
          <w:sz w:val="24"/>
          <w:szCs w:val="24"/>
        </w:rPr>
        <w:t>20</w:t>
      </w:r>
      <w:r w:rsidR="0085747A" w:rsidRPr="00015081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Pr="00015081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015081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015081">
        <w:rPr>
          <w:rFonts w:ascii="Corbel" w:hAnsi="Corbel"/>
          <w:i/>
          <w:sz w:val="24"/>
          <w:szCs w:val="24"/>
        </w:rPr>
        <w:t>(skrajne daty</w:t>
      </w:r>
      <w:r w:rsidR="0085747A" w:rsidRPr="00015081">
        <w:rPr>
          <w:rFonts w:ascii="Corbel" w:hAnsi="Corbel"/>
          <w:sz w:val="24"/>
          <w:szCs w:val="24"/>
        </w:rPr>
        <w:t>)</w:t>
      </w:r>
    </w:p>
    <w:p w:rsidR="0085747A" w:rsidRPr="0001508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015081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15081">
        <w:rPr>
          <w:rFonts w:ascii="Corbel" w:hAnsi="Corbel"/>
          <w:szCs w:val="24"/>
        </w:rPr>
        <w:t xml:space="preserve">1. </w:t>
      </w:r>
      <w:r w:rsidR="0085747A" w:rsidRPr="00015081">
        <w:rPr>
          <w:rFonts w:ascii="Corbel" w:hAnsi="Corbel"/>
          <w:szCs w:val="24"/>
        </w:rPr>
        <w:t xml:space="preserve">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015081" w:rsidTr="00B819C8">
        <w:tc>
          <w:tcPr>
            <w:tcW w:w="2694" w:type="dxa"/>
            <w:vAlign w:val="center"/>
          </w:tcPr>
          <w:p w:rsidR="0085747A" w:rsidRPr="0001508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:rsidR="0085747A" w:rsidRPr="00015081" w:rsidRDefault="002C2A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5081">
              <w:rPr>
                <w:rFonts w:ascii="Corbel" w:hAnsi="Corbel"/>
                <w:b w:val="0"/>
                <w:sz w:val="24"/>
                <w:szCs w:val="24"/>
              </w:rPr>
              <w:t>Rachunkowość finansowa</w:t>
            </w:r>
          </w:p>
        </w:tc>
      </w:tr>
      <w:tr w:rsidR="0085747A" w:rsidRPr="00015081" w:rsidTr="00B819C8">
        <w:tc>
          <w:tcPr>
            <w:tcW w:w="2694" w:type="dxa"/>
            <w:vAlign w:val="center"/>
          </w:tcPr>
          <w:p w:rsidR="0085747A" w:rsidRPr="0001508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:rsidR="0085747A" w:rsidRPr="00015081" w:rsidRDefault="005A27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5081">
              <w:rPr>
                <w:rFonts w:ascii="Corbel" w:hAnsi="Corbel"/>
                <w:b w:val="0"/>
                <w:bCs/>
                <w:sz w:val="24"/>
                <w:szCs w:val="24"/>
                <w:lang w:eastAsia="pl-PL"/>
              </w:rPr>
              <w:t>E/II /EUB/</w:t>
            </w:r>
            <w:r w:rsidR="002C2A37" w:rsidRPr="00015081">
              <w:rPr>
                <w:rFonts w:ascii="Corbel" w:hAnsi="Corbel"/>
                <w:b w:val="0"/>
                <w:bCs/>
                <w:sz w:val="24"/>
                <w:szCs w:val="24"/>
                <w:lang w:eastAsia="pl-PL"/>
              </w:rPr>
              <w:t>C.7</w:t>
            </w:r>
          </w:p>
        </w:tc>
      </w:tr>
      <w:tr w:rsidR="0085747A" w:rsidRPr="00015081" w:rsidTr="00B819C8">
        <w:tc>
          <w:tcPr>
            <w:tcW w:w="2694" w:type="dxa"/>
            <w:vAlign w:val="center"/>
          </w:tcPr>
          <w:p w:rsidR="0085747A" w:rsidRPr="00015081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:rsidR="0085747A" w:rsidRPr="00015081" w:rsidRDefault="00C42E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5081">
              <w:rPr>
                <w:rFonts w:ascii="Corbel" w:hAnsi="Corbel"/>
                <w:b w:val="0"/>
                <w:sz w:val="24"/>
                <w:szCs w:val="24"/>
              </w:rPr>
              <w:t>Ekonomii</w:t>
            </w:r>
          </w:p>
        </w:tc>
      </w:tr>
      <w:tr w:rsidR="0085747A" w:rsidRPr="00015081" w:rsidTr="00B819C8">
        <w:tc>
          <w:tcPr>
            <w:tcW w:w="2694" w:type="dxa"/>
            <w:vAlign w:val="center"/>
          </w:tcPr>
          <w:p w:rsidR="0085747A" w:rsidRPr="0001508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015081" w:rsidRDefault="00C42E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5081">
              <w:rPr>
                <w:rFonts w:ascii="Corbel" w:hAnsi="Corbel"/>
                <w:b w:val="0"/>
                <w:sz w:val="24"/>
                <w:szCs w:val="24"/>
              </w:rPr>
              <w:t>Katedra Finansów</w:t>
            </w:r>
            <w:r w:rsidR="00454174" w:rsidRPr="00015081">
              <w:rPr>
                <w:rFonts w:ascii="Corbel" w:hAnsi="Corbel"/>
                <w:b w:val="0"/>
                <w:sz w:val="24"/>
                <w:szCs w:val="24"/>
              </w:rPr>
              <w:t xml:space="preserve"> i Rachunkowości</w:t>
            </w:r>
          </w:p>
        </w:tc>
      </w:tr>
      <w:tr w:rsidR="0085747A" w:rsidRPr="00015081" w:rsidTr="00B819C8">
        <w:tc>
          <w:tcPr>
            <w:tcW w:w="2694" w:type="dxa"/>
            <w:vAlign w:val="center"/>
          </w:tcPr>
          <w:p w:rsidR="0085747A" w:rsidRPr="0001508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015081" w:rsidRDefault="00C42E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5081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015081" w:rsidTr="00B819C8">
        <w:tc>
          <w:tcPr>
            <w:tcW w:w="2694" w:type="dxa"/>
            <w:vAlign w:val="center"/>
          </w:tcPr>
          <w:p w:rsidR="0085747A" w:rsidRPr="0001508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85747A" w:rsidRPr="00015081" w:rsidRDefault="00C42E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5081">
              <w:rPr>
                <w:rFonts w:ascii="Corbel" w:hAnsi="Corbel"/>
                <w:b w:val="0"/>
                <w:sz w:val="24"/>
                <w:szCs w:val="24"/>
                <w:lang w:eastAsia="pl-PL"/>
              </w:rPr>
              <w:t>Studia drugiego stopnia</w:t>
            </w:r>
          </w:p>
        </w:tc>
      </w:tr>
      <w:tr w:rsidR="0085747A" w:rsidRPr="00015081" w:rsidTr="00B819C8">
        <w:tc>
          <w:tcPr>
            <w:tcW w:w="2694" w:type="dxa"/>
            <w:vAlign w:val="center"/>
          </w:tcPr>
          <w:p w:rsidR="0085747A" w:rsidRPr="0001508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015081" w:rsidRDefault="00C42E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5081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015081" w:rsidTr="00B819C8">
        <w:tc>
          <w:tcPr>
            <w:tcW w:w="2694" w:type="dxa"/>
            <w:vAlign w:val="center"/>
          </w:tcPr>
          <w:p w:rsidR="0085747A" w:rsidRPr="0001508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015081" w:rsidRDefault="00C42E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5081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5C6072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Pr="00015081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015081" w:rsidTr="00B819C8">
        <w:tc>
          <w:tcPr>
            <w:tcW w:w="2694" w:type="dxa"/>
            <w:vAlign w:val="center"/>
          </w:tcPr>
          <w:p w:rsidR="0085747A" w:rsidRPr="0001508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85747A" w:rsidRPr="00015081" w:rsidRDefault="005A27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5081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C42EAB" w:rsidRPr="00015081" w:rsidTr="00B819C8">
        <w:tc>
          <w:tcPr>
            <w:tcW w:w="2694" w:type="dxa"/>
            <w:vAlign w:val="center"/>
          </w:tcPr>
          <w:p w:rsidR="00C42EAB" w:rsidRPr="00015081" w:rsidRDefault="00C42E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C42EAB" w:rsidRPr="00015081" w:rsidRDefault="00C42EAB" w:rsidP="00454174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015081">
              <w:rPr>
                <w:rFonts w:ascii="Corbel" w:hAnsi="Corbel"/>
                <w:b w:val="0"/>
                <w:sz w:val="24"/>
                <w:szCs w:val="24"/>
              </w:rPr>
              <w:t>Specjal</w:t>
            </w:r>
            <w:r w:rsidR="00454174" w:rsidRPr="00015081">
              <w:rPr>
                <w:rFonts w:ascii="Corbel" w:hAnsi="Corbel"/>
                <w:b w:val="0"/>
                <w:sz w:val="24"/>
                <w:szCs w:val="24"/>
              </w:rPr>
              <w:t>nościowy</w:t>
            </w:r>
          </w:p>
        </w:tc>
      </w:tr>
      <w:tr w:rsidR="00C42EAB" w:rsidRPr="00015081" w:rsidTr="00B819C8">
        <w:tc>
          <w:tcPr>
            <w:tcW w:w="2694" w:type="dxa"/>
            <w:vAlign w:val="center"/>
          </w:tcPr>
          <w:p w:rsidR="00C42EAB" w:rsidRPr="00015081" w:rsidRDefault="00C42E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C42EAB" w:rsidRPr="00015081" w:rsidRDefault="00C42E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508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42EAB" w:rsidRPr="00015081" w:rsidTr="00B819C8">
        <w:tc>
          <w:tcPr>
            <w:tcW w:w="2694" w:type="dxa"/>
            <w:vAlign w:val="center"/>
          </w:tcPr>
          <w:p w:rsidR="00C42EAB" w:rsidRPr="00015081" w:rsidRDefault="00C42E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C42EAB" w:rsidRPr="00015081" w:rsidRDefault="004541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5081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42EAB" w:rsidRPr="00015081">
              <w:rPr>
                <w:rFonts w:ascii="Corbel" w:hAnsi="Corbel"/>
                <w:b w:val="0"/>
                <w:sz w:val="24"/>
                <w:szCs w:val="24"/>
              </w:rPr>
              <w:t>r Wojciech Lichota</w:t>
            </w:r>
          </w:p>
        </w:tc>
      </w:tr>
      <w:tr w:rsidR="00C42EAB" w:rsidRPr="00015081" w:rsidTr="00B819C8">
        <w:tc>
          <w:tcPr>
            <w:tcW w:w="2694" w:type="dxa"/>
            <w:vAlign w:val="center"/>
          </w:tcPr>
          <w:p w:rsidR="00C42EAB" w:rsidRPr="00015081" w:rsidRDefault="00C42E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C42EAB" w:rsidRPr="00015081" w:rsidRDefault="004541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5081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42EAB" w:rsidRPr="00015081">
              <w:rPr>
                <w:rFonts w:ascii="Corbel" w:hAnsi="Corbel"/>
                <w:b w:val="0"/>
                <w:sz w:val="24"/>
                <w:szCs w:val="24"/>
              </w:rPr>
              <w:t>r Wojciech Lichota</w:t>
            </w:r>
          </w:p>
        </w:tc>
      </w:tr>
    </w:tbl>
    <w:p w:rsidR="0085747A" w:rsidRPr="00015081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015081">
        <w:rPr>
          <w:rFonts w:ascii="Corbel" w:hAnsi="Corbel"/>
          <w:sz w:val="24"/>
          <w:szCs w:val="24"/>
        </w:rPr>
        <w:t xml:space="preserve">* </w:t>
      </w:r>
      <w:r w:rsidRPr="00015081">
        <w:rPr>
          <w:rFonts w:ascii="Corbel" w:hAnsi="Corbel"/>
          <w:i/>
          <w:sz w:val="24"/>
          <w:szCs w:val="24"/>
        </w:rPr>
        <w:t xml:space="preserve">- </w:t>
      </w:r>
      <w:r w:rsidRPr="00015081">
        <w:rPr>
          <w:rFonts w:ascii="Corbel" w:hAnsi="Corbel"/>
          <w:b w:val="0"/>
          <w:i/>
          <w:sz w:val="24"/>
          <w:szCs w:val="24"/>
        </w:rPr>
        <w:t xml:space="preserve">zgodnie z ustaleniami na </w:t>
      </w:r>
      <w:r w:rsidR="003E1941" w:rsidRPr="00015081">
        <w:rPr>
          <w:rFonts w:ascii="Corbel" w:hAnsi="Corbel"/>
          <w:b w:val="0"/>
          <w:i/>
          <w:sz w:val="24"/>
          <w:szCs w:val="24"/>
        </w:rPr>
        <w:t>Wydziale</w:t>
      </w:r>
    </w:p>
    <w:p w:rsidR="00923D7D" w:rsidRPr="0001508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01508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015081">
        <w:rPr>
          <w:rFonts w:ascii="Corbel" w:hAnsi="Corbel"/>
          <w:sz w:val="24"/>
          <w:szCs w:val="24"/>
        </w:rPr>
        <w:t>1.</w:t>
      </w:r>
      <w:r w:rsidR="00E22FBC" w:rsidRPr="00015081">
        <w:rPr>
          <w:rFonts w:ascii="Corbel" w:hAnsi="Corbel"/>
          <w:sz w:val="24"/>
          <w:szCs w:val="24"/>
        </w:rPr>
        <w:t>1</w:t>
      </w:r>
      <w:r w:rsidRPr="0001508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01508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015081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01508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5081">
              <w:rPr>
                <w:rFonts w:ascii="Corbel" w:hAnsi="Corbel"/>
                <w:szCs w:val="24"/>
              </w:rPr>
              <w:t>Semestr</w:t>
            </w:r>
          </w:p>
          <w:p w:rsidR="00015B8F" w:rsidRPr="0001508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5081">
              <w:rPr>
                <w:rFonts w:ascii="Corbel" w:hAnsi="Corbel"/>
                <w:szCs w:val="24"/>
              </w:rPr>
              <w:t>(</w:t>
            </w:r>
            <w:r w:rsidR="00363F78" w:rsidRPr="0001508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1508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5081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1508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508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1508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5081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1508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508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1508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5081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1508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508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1508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5081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1508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508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1508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15081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5C6072" w:rsidRPr="00015081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072" w:rsidRPr="00015081" w:rsidRDefault="005C6072" w:rsidP="005C607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072" w:rsidRPr="007B6064" w:rsidRDefault="005C6072" w:rsidP="005C607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072" w:rsidRPr="007B6064" w:rsidRDefault="005C6072" w:rsidP="005C607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072" w:rsidRPr="00015081" w:rsidRDefault="005C6072" w:rsidP="005C607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072" w:rsidRPr="00015081" w:rsidRDefault="005C6072" w:rsidP="005C607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072" w:rsidRPr="00015081" w:rsidRDefault="005C6072" w:rsidP="005C607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072" w:rsidRPr="00015081" w:rsidRDefault="005C6072" w:rsidP="005C607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072" w:rsidRPr="00015081" w:rsidRDefault="005C6072" w:rsidP="005C607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072" w:rsidRPr="00015081" w:rsidRDefault="005C6072" w:rsidP="005C607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072" w:rsidRPr="00015081" w:rsidRDefault="005C6072" w:rsidP="005C607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015081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015081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01508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15081">
        <w:rPr>
          <w:rFonts w:ascii="Corbel" w:hAnsi="Corbel"/>
          <w:smallCaps w:val="0"/>
          <w:szCs w:val="24"/>
        </w:rPr>
        <w:t>1.</w:t>
      </w:r>
      <w:r w:rsidR="00E22FBC" w:rsidRPr="00015081">
        <w:rPr>
          <w:rFonts w:ascii="Corbel" w:hAnsi="Corbel"/>
          <w:smallCaps w:val="0"/>
          <w:szCs w:val="24"/>
        </w:rPr>
        <w:t>2</w:t>
      </w:r>
      <w:r w:rsidR="00F83B28" w:rsidRPr="00015081">
        <w:rPr>
          <w:rFonts w:ascii="Corbel" w:hAnsi="Corbel"/>
          <w:smallCaps w:val="0"/>
          <w:szCs w:val="24"/>
        </w:rPr>
        <w:t>.</w:t>
      </w:r>
      <w:r w:rsidR="00F83B28" w:rsidRPr="00015081">
        <w:rPr>
          <w:rFonts w:ascii="Corbel" w:hAnsi="Corbel"/>
          <w:smallCaps w:val="0"/>
          <w:szCs w:val="24"/>
        </w:rPr>
        <w:tab/>
      </w:r>
      <w:r w:rsidRPr="00015081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15081" w:rsidRDefault="009E54C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15081">
        <w:rPr>
          <w:rFonts w:ascii="Corbel" w:eastAsia="MS Gothic" w:hAnsi="Corbel" w:cs="MS Gothic"/>
          <w:b w:val="0"/>
          <w:szCs w:val="24"/>
        </w:rPr>
        <w:t>x</w:t>
      </w:r>
      <w:r w:rsidR="0085747A" w:rsidRPr="00015081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015081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15081">
        <w:rPr>
          <w:rFonts w:ascii="Segoe UI Symbol" w:eastAsia="MS Gothic" w:hAnsi="Segoe UI Symbol" w:cs="Segoe UI Symbol"/>
          <w:b w:val="0"/>
          <w:szCs w:val="24"/>
        </w:rPr>
        <w:t>☐</w:t>
      </w:r>
      <w:r w:rsidRPr="0001508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015081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5A27EA" w:rsidRPr="00015081" w:rsidRDefault="00E22FBC" w:rsidP="005A27EA">
      <w:pPr>
        <w:pStyle w:val="Punktygwne"/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015081">
        <w:rPr>
          <w:rFonts w:ascii="Corbel" w:hAnsi="Corbel"/>
          <w:smallCaps w:val="0"/>
          <w:szCs w:val="24"/>
        </w:rPr>
        <w:t xml:space="preserve">1.3 </w:t>
      </w:r>
      <w:r w:rsidR="00F83B28" w:rsidRPr="00015081">
        <w:rPr>
          <w:rFonts w:ascii="Corbel" w:hAnsi="Corbel"/>
          <w:smallCaps w:val="0"/>
          <w:szCs w:val="24"/>
        </w:rPr>
        <w:tab/>
      </w:r>
      <w:r w:rsidRPr="00015081">
        <w:rPr>
          <w:rFonts w:ascii="Corbel" w:hAnsi="Corbel"/>
          <w:smallCaps w:val="0"/>
          <w:szCs w:val="24"/>
        </w:rPr>
        <w:t xml:space="preserve">Forma zaliczenia przedmiotu /modułu (z toku) </w:t>
      </w:r>
      <w:r w:rsidR="005A27EA" w:rsidRPr="00015081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E22FBC" w:rsidRPr="00015081" w:rsidRDefault="005A27E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15081">
        <w:rPr>
          <w:rFonts w:ascii="Corbel" w:hAnsi="Corbel"/>
          <w:b w:val="0"/>
          <w:smallCaps w:val="0"/>
          <w:szCs w:val="24"/>
        </w:rPr>
        <w:t>E</w:t>
      </w:r>
      <w:r w:rsidR="009E54C7" w:rsidRPr="00015081">
        <w:rPr>
          <w:rFonts w:ascii="Corbel" w:hAnsi="Corbel"/>
          <w:b w:val="0"/>
          <w:smallCaps w:val="0"/>
          <w:szCs w:val="24"/>
        </w:rPr>
        <w:t>gzamin</w:t>
      </w:r>
    </w:p>
    <w:p w:rsidR="00E22FBC" w:rsidRPr="00015081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:rsidR="009E54C7" w:rsidRPr="00015081" w:rsidRDefault="009E54C7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:rsidR="009C54AE" w:rsidRPr="00015081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01508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15081">
        <w:rPr>
          <w:rFonts w:ascii="Corbel" w:hAnsi="Corbel"/>
          <w:szCs w:val="24"/>
        </w:rPr>
        <w:lastRenderedPageBreak/>
        <w:t xml:space="preserve">2.Wymagania wstępne </w:t>
      </w:r>
    </w:p>
    <w:p w:rsidR="00923D7D" w:rsidRPr="00015081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015081" w:rsidTr="00745302">
        <w:tc>
          <w:tcPr>
            <w:tcW w:w="9670" w:type="dxa"/>
          </w:tcPr>
          <w:p w:rsidR="0085747A" w:rsidRPr="00015081" w:rsidRDefault="009E54C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50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znajomość podstawowych kategorii z zakresu rachunkowości.</w:t>
            </w:r>
          </w:p>
        </w:tc>
      </w:tr>
    </w:tbl>
    <w:p w:rsidR="00153C41" w:rsidRPr="0001508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01508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15081">
        <w:rPr>
          <w:rFonts w:ascii="Corbel" w:hAnsi="Corbel"/>
          <w:szCs w:val="24"/>
        </w:rPr>
        <w:t>3.</w:t>
      </w:r>
      <w:r w:rsidR="0085747A" w:rsidRPr="00015081">
        <w:rPr>
          <w:rFonts w:ascii="Corbel" w:hAnsi="Corbel"/>
          <w:szCs w:val="24"/>
        </w:rPr>
        <w:t xml:space="preserve"> cele, efekty kształcenia , treści Programowe i stosowane metody Dydaktyczne</w:t>
      </w:r>
    </w:p>
    <w:p w:rsidR="0085747A" w:rsidRPr="0001508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01508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015081">
        <w:rPr>
          <w:rFonts w:ascii="Corbel" w:hAnsi="Corbel"/>
          <w:sz w:val="24"/>
          <w:szCs w:val="24"/>
        </w:rPr>
        <w:t xml:space="preserve">3.1 </w:t>
      </w:r>
      <w:r w:rsidR="0085747A" w:rsidRPr="00015081">
        <w:rPr>
          <w:rFonts w:ascii="Corbel" w:hAnsi="Corbel"/>
          <w:sz w:val="24"/>
          <w:szCs w:val="24"/>
        </w:rPr>
        <w:t xml:space="preserve">Cele przedmiotu/modułu </w:t>
      </w:r>
    </w:p>
    <w:p w:rsidR="00F83B28" w:rsidRPr="00015081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015081" w:rsidTr="00923D7D">
        <w:tc>
          <w:tcPr>
            <w:tcW w:w="851" w:type="dxa"/>
            <w:vAlign w:val="center"/>
          </w:tcPr>
          <w:p w:rsidR="0085747A" w:rsidRPr="00015081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1508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015081" w:rsidRDefault="00AD0A5D" w:rsidP="00AD0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Dostarczenie podstawowej wiedzy o przedmiocie, podmiocie i zakresie rachunkowo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ci finansowej</w:t>
            </w:r>
          </w:p>
        </w:tc>
      </w:tr>
      <w:tr w:rsidR="0085747A" w:rsidRPr="00015081" w:rsidTr="00923D7D">
        <w:tc>
          <w:tcPr>
            <w:tcW w:w="851" w:type="dxa"/>
            <w:vAlign w:val="center"/>
          </w:tcPr>
          <w:p w:rsidR="0085747A" w:rsidRPr="00015081" w:rsidRDefault="00AD0A5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015081" w:rsidRDefault="00AD0A5D" w:rsidP="00AD0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Przygotowanie studentów do samodzielnej interpretacji zdarze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ń </w:t>
            </w: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gospodarczych, ich oceny i analizy</w:t>
            </w:r>
          </w:p>
        </w:tc>
      </w:tr>
    </w:tbl>
    <w:p w:rsidR="0085747A" w:rsidRPr="0001508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01508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15081">
        <w:rPr>
          <w:rFonts w:ascii="Corbel" w:hAnsi="Corbel"/>
          <w:b/>
          <w:sz w:val="24"/>
          <w:szCs w:val="24"/>
        </w:rPr>
        <w:t xml:space="preserve">3.2 </w:t>
      </w:r>
      <w:r w:rsidR="001D7B54" w:rsidRPr="00015081">
        <w:rPr>
          <w:rFonts w:ascii="Corbel" w:hAnsi="Corbel"/>
          <w:b/>
          <w:sz w:val="24"/>
          <w:szCs w:val="24"/>
        </w:rPr>
        <w:t>Efekty kształcenia dla przedmiotu/ modułu</w:t>
      </w:r>
      <w:r w:rsidR="001D7B54" w:rsidRPr="00015081">
        <w:rPr>
          <w:rFonts w:ascii="Corbel" w:hAnsi="Corbel"/>
          <w:sz w:val="24"/>
          <w:szCs w:val="24"/>
        </w:rPr>
        <w:t xml:space="preserve"> ( </w:t>
      </w:r>
      <w:r w:rsidR="001D7B54" w:rsidRPr="00015081">
        <w:rPr>
          <w:rFonts w:ascii="Corbel" w:hAnsi="Corbel"/>
          <w:i/>
          <w:sz w:val="24"/>
          <w:szCs w:val="24"/>
        </w:rPr>
        <w:t>wypełnia koordynator</w:t>
      </w:r>
      <w:r w:rsidR="001D7B54" w:rsidRPr="00015081">
        <w:rPr>
          <w:rFonts w:ascii="Corbel" w:hAnsi="Corbel"/>
          <w:sz w:val="24"/>
          <w:szCs w:val="24"/>
        </w:rPr>
        <w:t>)</w:t>
      </w:r>
    </w:p>
    <w:p w:rsidR="001D7B54" w:rsidRPr="00015081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015081" w:rsidTr="0071620A">
        <w:tc>
          <w:tcPr>
            <w:tcW w:w="1701" w:type="dxa"/>
            <w:vAlign w:val="center"/>
          </w:tcPr>
          <w:p w:rsidR="0085747A" w:rsidRPr="0001508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081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015081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6096" w:type="dxa"/>
            <w:vAlign w:val="center"/>
          </w:tcPr>
          <w:p w:rsidR="0085747A" w:rsidRPr="0001508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081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85747A" w:rsidRPr="0001508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08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015081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85747A" w:rsidRPr="00015081" w:rsidTr="005E6E85">
        <w:tc>
          <w:tcPr>
            <w:tcW w:w="1701" w:type="dxa"/>
          </w:tcPr>
          <w:p w:rsidR="0085747A" w:rsidRPr="0001508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508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1508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AD0A5D" w:rsidRPr="00015081" w:rsidRDefault="00AD0A5D" w:rsidP="00AD0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Opisuje problemy i zadania systemu ewidencyjnego w uj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ciu</w:t>
            </w:r>
          </w:p>
          <w:p w:rsidR="0085747A" w:rsidRPr="00015081" w:rsidRDefault="00AD0A5D" w:rsidP="00AD0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poszerzonym, rozpoznaje jego miejsce w systemie informacyjnym i powi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zania z innymi komórkami. Posiada wiedz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ę </w:t>
            </w: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w zakresie zasad funkcjonowania systemu ksi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gowo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ci pełnej i jej zwi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zków z innymi dziedzinami. Zna budow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, struktur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ę </w:t>
            </w: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i wymagania Standarów rachunkowo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ci w uj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ciu krajowym i mi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dzynarodowym.</w:t>
            </w:r>
          </w:p>
        </w:tc>
        <w:tc>
          <w:tcPr>
            <w:tcW w:w="1873" w:type="dxa"/>
          </w:tcPr>
          <w:p w:rsidR="00AD0A5D" w:rsidRPr="00015081" w:rsidRDefault="00AD0A5D" w:rsidP="00AD0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K_W01</w:t>
            </w:r>
          </w:p>
          <w:p w:rsidR="00AD0A5D" w:rsidRPr="00015081" w:rsidRDefault="00AD0A5D" w:rsidP="00AD0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K_W02</w:t>
            </w:r>
          </w:p>
          <w:p w:rsidR="0085747A" w:rsidRPr="00015081" w:rsidRDefault="00AD0A5D" w:rsidP="00AD0A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5081">
              <w:rPr>
                <w:rFonts w:ascii="Corbel" w:hAnsi="Corbel"/>
                <w:b w:val="0"/>
                <w:szCs w:val="24"/>
                <w:lang w:eastAsia="pl-PL"/>
              </w:rPr>
              <w:t>K_W07</w:t>
            </w:r>
          </w:p>
        </w:tc>
      </w:tr>
      <w:tr w:rsidR="00AD0A5D" w:rsidRPr="00015081" w:rsidTr="005E6E85">
        <w:tc>
          <w:tcPr>
            <w:tcW w:w="1701" w:type="dxa"/>
          </w:tcPr>
          <w:p w:rsidR="00AD0A5D" w:rsidRPr="00015081" w:rsidRDefault="00AD0A5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508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AD0A5D" w:rsidRPr="00015081" w:rsidRDefault="00AD0A5D" w:rsidP="00AD0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Ma pogł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bion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ą </w:t>
            </w: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wiedz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ę </w:t>
            </w: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o metodach wyceny poszczególnych zasobów i wyników przedsi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biorstwa i zna ich wzajemne powi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zania przyczynowo-skutkowe. Rozpoznaje skutki decyzji finansowych oraz okre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la ich przyczyny, przebieg i skutki w sposób wariantowy.</w:t>
            </w:r>
          </w:p>
        </w:tc>
        <w:tc>
          <w:tcPr>
            <w:tcW w:w="1873" w:type="dxa"/>
          </w:tcPr>
          <w:p w:rsidR="00AD0A5D" w:rsidRPr="00015081" w:rsidRDefault="00AD0A5D" w:rsidP="00AD0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K_W01</w:t>
            </w:r>
          </w:p>
          <w:p w:rsidR="00AD0A5D" w:rsidRPr="00015081" w:rsidRDefault="00AD0A5D" w:rsidP="00AD0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K_W09</w:t>
            </w:r>
          </w:p>
          <w:p w:rsidR="00AD0A5D" w:rsidRPr="00015081" w:rsidRDefault="00AD0A5D" w:rsidP="00AD0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K_W11</w:t>
            </w:r>
          </w:p>
        </w:tc>
      </w:tr>
      <w:tr w:rsidR="00AD0A5D" w:rsidRPr="00015081" w:rsidTr="005E6E85">
        <w:tc>
          <w:tcPr>
            <w:tcW w:w="1701" w:type="dxa"/>
          </w:tcPr>
          <w:p w:rsidR="00AD0A5D" w:rsidRPr="00015081" w:rsidRDefault="00AD0A5D" w:rsidP="00AD0A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508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AD0A5D" w:rsidRPr="00015081" w:rsidRDefault="00AD0A5D" w:rsidP="00AD0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Potrafi pozyskiwa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ć</w:t>
            </w: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, przekształca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i analizowa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dane ewidencji</w:t>
            </w:r>
          </w:p>
          <w:p w:rsidR="00AD0A5D" w:rsidRPr="00015081" w:rsidRDefault="00AD0A5D" w:rsidP="00AD0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ksi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gowej. Ma umiej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tno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ść </w:t>
            </w: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zbadania przebiegu zjawiska gospodarczego w uj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ciu cało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ciowym-tworzenie zakładowego planu kont.</w:t>
            </w:r>
          </w:p>
        </w:tc>
        <w:tc>
          <w:tcPr>
            <w:tcW w:w="1873" w:type="dxa"/>
          </w:tcPr>
          <w:p w:rsidR="00AD0A5D" w:rsidRPr="00015081" w:rsidRDefault="00AD0A5D" w:rsidP="00AD0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K_U02</w:t>
            </w:r>
          </w:p>
          <w:p w:rsidR="00AD0A5D" w:rsidRPr="00015081" w:rsidRDefault="00AD0A5D" w:rsidP="00AD0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K_U08</w:t>
            </w:r>
          </w:p>
        </w:tc>
      </w:tr>
      <w:tr w:rsidR="00AD0A5D" w:rsidRPr="00015081" w:rsidTr="005E6E85">
        <w:tc>
          <w:tcPr>
            <w:tcW w:w="1701" w:type="dxa"/>
          </w:tcPr>
          <w:p w:rsidR="00AD0A5D" w:rsidRPr="00015081" w:rsidRDefault="00AD0A5D" w:rsidP="00AD0A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508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AD0A5D" w:rsidRPr="00015081" w:rsidRDefault="00AD0A5D" w:rsidP="00AD0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Potrafi posługiwa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si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ę </w:t>
            </w: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normami i standardami w procesie ewidencji ksi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="00E57CF6" w:rsidRPr="00015081">
              <w:rPr>
                <w:rFonts w:ascii="Corbel" w:hAnsi="Corbel"/>
                <w:sz w:val="24"/>
                <w:szCs w:val="24"/>
                <w:lang w:eastAsia="pl-PL"/>
              </w:rPr>
              <w:t>gowej zasobów, inwestycji</w:t>
            </w: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,</w:t>
            </w:r>
            <w:r w:rsidR="00E57CF6" w:rsidRPr="00015081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wyników. Potrafi wła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ciwie analizowa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zjawiska i procesy zachodz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ce w przedsi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biorstwie na podstawie danych ewidencji ksi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gowej i obowi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zkowych sprawozda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ń </w:t>
            </w: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finansowych.</w:t>
            </w:r>
          </w:p>
        </w:tc>
        <w:tc>
          <w:tcPr>
            <w:tcW w:w="1873" w:type="dxa"/>
          </w:tcPr>
          <w:p w:rsidR="00AD0A5D" w:rsidRPr="00015081" w:rsidRDefault="00AD0A5D" w:rsidP="00AD0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K_U01</w:t>
            </w:r>
          </w:p>
          <w:p w:rsidR="00AD0A5D" w:rsidRPr="00015081" w:rsidRDefault="00AD0A5D" w:rsidP="00AD0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K_U02</w:t>
            </w:r>
          </w:p>
          <w:p w:rsidR="00AD0A5D" w:rsidRPr="00015081" w:rsidRDefault="00AD0A5D" w:rsidP="00AD0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K_U07</w:t>
            </w:r>
          </w:p>
        </w:tc>
      </w:tr>
      <w:tr w:rsidR="00AD0A5D" w:rsidRPr="00015081" w:rsidTr="005E6E85">
        <w:tc>
          <w:tcPr>
            <w:tcW w:w="1701" w:type="dxa"/>
          </w:tcPr>
          <w:p w:rsidR="00AD0A5D" w:rsidRPr="00015081" w:rsidRDefault="00AD0A5D" w:rsidP="00AD0A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5081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AD0A5D" w:rsidRPr="00015081" w:rsidRDefault="00AD0A5D" w:rsidP="00AD0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Posiada kompetencje do podejmowania decyzji finansowych w pionie ksi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gowo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ci.</w:t>
            </w:r>
          </w:p>
        </w:tc>
        <w:tc>
          <w:tcPr>
            <w:tcW w:w="1873" w:type="dxa"/>
          </w:tcPr>
          <w:p w:rsidR="00AD0A5D" w:rsidRPr="00015081" w:rsidRDefault="00AD0A5D" w:rsidP="00AD0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K_K01</w:t>
            </w:r>
          </w:p>
          <w:p w:rsidR="00AD0A5D" w:rsidRPr="00015081" w:rsidRDefault="00AD0A5D" w:rsidP="00AD0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K_K09</w:t>
            </w:r>
          </w:p>
        </w:tc>
      </w:tr>
      <w:tr w:rsidR="00AD0A5D" w:rsidRPr="00015081" w:rsidTr="005E6E85">
        <w:tc>
          <w:tcPr>
            <w:tcW w:w="1701" w:type="dxa"/>
          </w:tcPr>
          <w:p w:rsidR="00AD0A5D" w:rsidRPr="00015081" w:rsidRDefault="00AD0A5D" w:rsidP="00AD0A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508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AD0A5D" w:rsidRPr="00015081" w:rsidRDefault="00AD0A5D" w:rsidP="00AD0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Akceptuje ró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ne perspektywy poznawcze zjawisk finansowych i</w:t>
            </w:r>
          </w:p>
          <w:p w:rsidR="00AD0A5D" w:rsidRPr="00015081" w:rsidRDefault="00AD0A5D" w:rsidP="00AD0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formułuje własne s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dy.</w:t>
            </w:r>
          </w:p>
        </w:tc>
        <w:tc>
          <w:tcPr>
            <w:tcW w:w="1873" w:type="dxa"/>
          </w:tcPr>
          <w:p w:rsidR="00AD0A5D" w:rsidRPr="00015081" w:rsidRDefault="00AD0A5D" w:rsidP="00AD0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K_K02</w:t>
            </w:r>
          </w:p>
          <w:p w:rsidR="00AD0A5D" w:rsidRPr="00015081" w:rsidRDefault="00AD0A5D" w:rsidP="00AD0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K_K03</w:t>
            </w:r>
          </w:p>
        </w:tc>
      </w:tr>
    </w:tbl>
    <w:p w:rsidR="0085747A" w:rsidRPr="0001508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A27EA" w:rsidRPr="00015081" w:rsidRDefault="005A27E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015081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15081">
        <w:rPr>
          <w:rFonts w:ascii="Corbel" w:hAnsi="Corbel"/>
          <w:b/>
          <w:sz w:val="24"/>
          <w:szCs w:val="24"/>
        </w:rPr>
        <w:t>3.3</w:t>
      </w:r>
      <w:r w:rsidR="001D7B54" w:rsidRPr="00015081">
        <w:rPr>
          <w:rFonts w:ascii="Corbel" w:hAnsi="Corbel"/>
          <w:b/>
          <w:sz w:val="24"/>
          <w:szCs w:val="24"/>
        </w:rPr>
        <w:t xml:space="preserve"> </w:t>
      </w:r>
      <w:r w:rsidR="0085747A" w:rsidRPr="00015081">
        <w:rPr>
          <w:rFonts w:ascii="Corbel" w:hAnsi="Corbel"/>
          <w:b/>
          <w:sz w:val="24"/>
          <w:szCs w:val="24"/>
        </w:rPr>
        <w:t>T</w:t>
      </w:r>
      <w:r w:rsidR="001D7B54" w:rsidRPr="00015081">
        <w:rPr>
          <w:rFonts w:ascii="Corbel" w:hAnsi="Corbel"/>
          <w:b/>
          <w:sz w:val="24"/>
          <w:szCs w:val="24"/>
        </w:rPr>
        <w:t xml:space="preserve">reści programowe </w:t>
      </w:r>
      <w:r w:rsidR="001D7B54" w:rsidRPr="00015081">
        <w:rPr>
          <w:rFonts w:ascii="Corbel" w:hAnsi="Corbel"/>
          <w:sz w:val="24"/>
          <w:szCs w:val="24"/>
        </w:rPr>
        <w:t>(</w:t>
      </w:r>
      <w:r w:rsidR="001D7B54" w:rsidRPr="00015081">
        <w:rPr>
          <w:rFonts w:ascii="Corbel" w:hAnsi="Corbel"/>
          <w:i/>
          <w:sz w:val="24"/>
          <w:szCs w:val="24"/>
        </w:rPr>
        <w:t>wypełnia koordynator)</w:t>
      </w:r>
    </w:p>
    <w:p w:rsidR="0085747A" w:rsidRPr="00015081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015081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015081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015081" w:rsidTr="00923D7D">
        <w:tc>
          <w:tcPr>
            <w:tcW w:w="9639" w:type="dxa"/>
          </w:tcPr>
          <w:p w:rsidR="0085747A" w:rsidRPr="00015081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015081" w:rsidTr="00923D7D">
        <w:tc>
          <w:tcPr>
            <w:tcW w:w="9639" w:type="dxa"/>
          </w:tcPr>
          <w:p w:rsidR="005A27EA" w:rsidRPr="00015081" w:rsidRDefault="005A27EA" w:rsidP="000905E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85747A" w:rsidRPr="00015081" w:rsidRDefault="000905EF" w:rsidP="000905E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</w:rPr>
              <w:t>Regulacje ustawowe dotycz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</w:rPr>
              <w:t>ą</w:t>
            </w:r>
            <w:r w:rsidRPr="00015081">
              <w:rPr>
                <w:rFonts w:ascii="Corbel" w:hAnsi="Corbel"/>
                <w:sz w:val="24"/>
                <w:szCs w:val="24"/>
              </w:rPr>
              <w:t>ce dowodów ksi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</w:rPr>
              <w:t>ę</w:t>
            </w:r>
            <w:r w:rsidRPr="00015081">
              <w:rPr>
                <w:rFonts w:ascii="Corbel" w:hAnsi="Corbel"/>
                <w:sz w:val="24"/>
                <w:szCs w:val="24"/>
              </w:rPr>
              <w:t>gowych i prowadzenia ksi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</w:rPr>
              <w:t>ą</w:t>
            </w:r>
            <w:r w:rsidRPr="00015081">
              <w:rPr>
                <w:rFonts w:ascii="Corbel" w:hAnsi="Corbel"/>
                <w:sz w:val="24"/>
                <w:szCs w:val="24"/>
              </w:rPr>
              <w:t>g rachunkowych.</w:t>
            </w:r>
          </w:p>
        </w:tc>
      </w:tr>
      <w:tr w:rsidR="000905EF" w:rsidRPr="00015081" w:rsidTr="00923D7D">
        <w:tc>
          <w:tcPr>
            <w:tcW w:w="9639" w:type="dxa"/>
          </w:tcPr>
          <w:p w:rsidR="005A27EA" w:rsidRPr="00015081" w:rsidRDefault="005A27EA" w:rsidP="000905E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0905EF" w:rsidRPr="00015081" w:rsidRDefault="000905EF" w:rsidP="000905E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</w:rPr>
              <w:t>Ewidencja ksi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</w:rPr>
              <w:t>ę</w:t>
            </w:r>
            <w:r w:rsidRPr="00015081">
              <w:rPr>
                <w:rFonts w:ascii="Corbel" w:hAnsi="Corbel"/>
                <w:sz w:val="24"/>
                <w:szCs w:val="24"/>
              </w:rPr>
              <w:t>gowa maj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</w:rPr>
              <w:t>ą</w:t>
            </w:r>
            <w:r w:rsidRPr="00015081">
              <w:rPr>
                <w:rFonts w:ascii="Corbel" w:hAnsi="Corbel"/>
                <w:sz w:val="24"/>
                <w:szCs w:val="24"/>
              </w:rPr>
              <w:t>tku trwałego- przyj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</w:rPr>
              <w:t>ę</w:t>
            </w:r>
            <w:r w:rsidRPr="00015081">
              <w:rPr>
                <w:rFonts w:ascii="Corbel" w:hAnsi="Corbel"/>
                <w:sz w:val="24"/>
                <w:szCs w:val="24"/>
              </w:rPr>
              <w:t>cie, u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</w:rPr>
              <w:t>ż</w:t>
            </w:r>
            <w:r w:rsidRPr="00015081">
              <w:rPr>
                <w:rFonts w:ascii="Corbel" w:hAnsi="Corbel"/>
                <w:sz w:val="24"/>
                <w:szCs w:val="24"/>
              </w:rPr>
              <w:t>ytkowanie, likwidacja.</w:t>
            </w:r>
          </w:p>
        </w:tc>
      </w:tr>
      <w:tr w:rsidR="000905EF" w:rsidRPr="00015081" w:rsidTr="00923D7D">
        <w:tc>
          <w:tcPr>
            <w:tcW w:w="9639" w:type="dxa"/>
          </w:tcPr>
          <w:p w:rsidR="005A27EA" w:rsidRPr="00015081" w:rsidRDefault="005A27EA" w:rsidP="000905E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0905EF" w:rsidRPr="00015081" w:rsidRDefault="000905EF" w:rsidP="000905E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</w:rPr>
              <w:t>Inwestycje finansowe i ich cechy szczególne. Inwestycje w nieruchomo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</w:rPr>
              <w:t>ś</w:t>
            </w:r>
            <w:r w:rsidRPr="00015081">
              <w:rPr>
                <w:rFonts w:ascii="Corbel" w:hAnsi="Corbel"/>
                <w:sz w:val="24"/>
                <w:szCs w:val="24"/>
              </w:rPr>
              <w:t>ci i warto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</w:rPr>
              <w:t>ś</w:t>
            </w:r>
            <w:r w:rsidRPr="00015081">
              <w:rPr>
                <w:rFonts w:ascii="Corbel" w:hAnsi="Corbel"/>
                <w:sz w:val="24"/>
                <w:szCs w:val="24"/>
              </w:rPr>
              <w:t>ci niematerialne i prawne.</w:t>
            </w:r>
          </w:p>
        </w:tc>
      </w:tr>
      <w:tr w:rsidR="000905EF" w:rsidRPr="00015081" w:rsidTr="00923D7D">
        <w:tc>
          <w:tcPr>
            <w:tcW w:w="9639" w:type="dxa"/>
          </w:tcPr>
          <w:p w:rsidR="005A27EA" w:rsidRPr="00015081" w:rsidRDefault="005A27EA" w:rsidP="000905E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0905EF" w:rsidRPr="00015081" w:rsidRDefault="000905EF" w:rsidP="000905E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</w:rPr>
              <w:t>Rozliczenia i rozrachunki -ujecie podmiotowe i przedmiotowe. Rozrachunki z tytułu wynagrodze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</w:rPr>
              <w:t xml:space="preserve">ń </w:t>
            </w:r>
            <w:r w:rsidRPr="00015081">
              <w:rPr>
                <w:rFonts w:ascii="Corbel" w:hAnsi="Corbel"/>
                <w:sz w:val="24"/>
                <w:szCs w:val="24"/>
              </w:rPr>
              <w:t xml:space="preserve">w 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</w:rPr>
              <w:t>ś</w:t>
            </w:r>
            <w:r w:rsidRPr="00015081">
              <w:rPr>
                <w:rFonts w:ascii="Corbel" w:hAnsi="Corbel"/>
                <w:sz w:val="24"/>
                <w:szCs w:val="24"/>
              </w:rPr>
              <w:t>wietle przepisów i rozrachunki z tytułu ubezpiecze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</w:rPr>
              <w:t xml:space="preserve">ń </w:t>
            </w:r>
            <w:r w:rsidRPr="00015081">
              <w:rPr>
                <w:rFonts w:ascii="Corbel" w:hAnsi="Corbel"/>
                <w:sz w:val="24"/>
                <w:szCs w:val="24"/>
              </w:rPr>
              <w:t>społecznych –deklaracje, zasady rozlicze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</w:rPr>
              <w:t>ń</w:t>
            </w:r>
            <w:r w:rsidRPr="0001508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905EF" w:rsidRPr="00015081" w:rsidTr="00923D7D">
        <w:tc>
          <w:tcPr>
            <w:tcW w:w="9639" w:type="dxa"/>
          </w:tcPr>
          <w:p w:rsidR="005A27EA" w:rsidRPr="00015081" w:rsidRDefault="005A27EA" w:rsidP="000905E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0905EF" w:rsidRPr="00015081" w:rsidRDefault="000905EF" w:rsidP="000905E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</w:rPr>
              <w:t>Zapasy i wycena składników maj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</w:rPr>
              <w:t>ą</w:t>
            </w:r>
            <w:r w:rsidRPr="00015081">
              <w:rPr>
                <w:rFonts w:ascii="Corbel" w:hAnsi="Corbel"/>
                <w:sz w:val="24"/>
                <w:szCs w:val="24"/>
              </w:rPr>
              <w:t>tkowych .Obrót materiałowy i jego ewidencja.</w:t>
            </w:r>
          </w:p>
        </w:tc>
      </w:tr>
      <w:tr w:rsidR="000905EF" w:rsidRPr="00015081" w:rsidTr="00923D7D">
        <w:tc>
          <w:tcPr>
            <w:tcW w:w="9639" w:type="dxa"/>
          </w:tcPr>
          <w:p w:rsidR="005A27EA" w:rsidRPr="00015081" w:rsidRDefault="005A27EA" w:rsidP="000905E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0905EF" w:rsidRPr="00015081" w:rsidRDefault="000905EF" w:rsidP="000905E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</w:rPr>
              <w:t>Obrót towarowy i jego ewidencja na ró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</w:rPr>
              <w:t>ż</w:t>
            </w:r>
            <w:r w:rsidRPr="00015081">
              <w:rPr>
                <w:rFonts w:ascii="Corbel" w:hAnsi="Corbel"/>
                <w:sz w:val="24"/>
                <w:szCs w:val="24"/>
              </w:rPr>
              <w:t>nych szczeblach obrotu.</w:t>
            </w:r>
          </w:p>
        </w:tc>
      </w:tr>
      <w:tr w:rsidR="000905EF" w:rsidRPr="00015081" w:rsidTr="00923D7D">
        <w:tc>
          <w:tcPr>
            <w:tcW w:w="9639" w:type="dxa"/>
          </w:tcPr>
          <w:p w:rsidR="005A27EA" w:rsidRPr="00015081" w:rsidRDefault="005A27EA" w:rsidP="000905E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0905EF" w:rsidRPr="00015081" w:rsidRDefault="000905EF" w:rsidP="000905E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</w:rPr>
              <w:t>Koszty działalno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</w:rPr>
              <w:t>ś</w:t>
            </w:r>
            <w:r w:rsidRPr="00015081">
              <w:rPr>
                <w:rFonts w:ascii="Corbel" w:hAnsi="Corbel"/>
                <w:sz w:val="24"/>
                <w:szCs w:val="24"/>
              </w:rPr>
              <w:t>ci operacyjnej metody ustalania zmiany stanu produktów.</w:t>
            </w:r>
          </w:p>
          <w:p w:rsidR="000905EF" w:rsidRPr="00015081" w:rsidRDefault="000905EF" w:rsidP="000905E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</w:rPr>
              <w:t>Układy ewidencyjne kosztów, rozliczenia mi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</w:rPr>
              <w:t>ę</w:t>
            </w:r>
            <w:r w:rsidRPr="00015081">
              <w:rPr>
                <w:rFonts w:ascii="Corbel" w:hAnsi="Corbel"/>
                <w:sz w:val="24"/>
                <w:szCs w:val="24"/>
              </w:rPr>
              <w:t>dzyokresowe kosztów.</w:t>
            </w:r>
          </w:p>
        </w:tc>
      </w:tr>
      <w:tr w:rsidR="000905EF" w:rsidRPr="00015081" w:rsidTr="00923D7D">
        <w:tc>
          <w:tcPr>
            <w:tcW w:w="9639" w:type="dxa"/>
          </w:tcPr>
          <w:p w:rsidR="005A27EA" w:rsidRPr="00015081" w:rsidRDefault="005A27EA" w:rsidP="000905E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0905EF" w:rsidRPr="00015081" w:rsidRDefault="000905EF" w:rsidP="000905E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</w:rPr>
              <w:t>Ewidencja obrotu wyrobami gotowymi. Zaka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</w:rPr>
              <w:t>ń</w:t>
            </w:r>
            <w:r w:rsidRPr="00015081">
              <w:rPr>
                <w:rFonts w:ascii="Corbel" w:hAnsi="Corbel"/>
                <w:sz w:val="24"/>
                <w:szCs w:val="24"/>
              </w:rPr>
              <w:t>czanie produkcji, przeprowadzanie kalkulacji kosztu wytworzenia.</w:t>
            </w:r>
          </w:p>
        </w:tc>
      </w:tr>
      <w:tr w:rsidR="000905EF" w:rsidRPr="00015081" w:rsidTr="00923D7D">
        <w:tc>
          <w:tcPr>
            <w:tcW w:w="9639" w:type="dxa"/>
          </w:tcPr>
          <w:p w:rsidR="005A27EA" w:rsidRPr="00015081" w:rsidRDefault="005A27EA" w:rsidP="000905E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0905EF" w:rsidRPr="00015081" w:rsidRDefault="000905EF" w:rsidP="000905E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</w:rPr>
              <w:t>Ewidencja przychodów podstawowej działalno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</w:rPr>
              <w:t>ś</w:t>
            </w:r>
            <w:r w:rsidRPr="00015081">
              <w:rPr>
                <w:rFonts w:ascii="Corbel" w:hAnsi="Corbel"/>
                <w:sz w:val="24"/>
                <w:szCs w:val="24"/>
              </w:rPr>
              <w:t>ci operacyjnej. Sprzeda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</w:rPr>
              <w:t xml:space="preserve">ż </w:t>
            </w:r>
            <w:r w:rsidRPr="00015081">
              <w:rPr>
                <w:rFonts w:ascii="Corbel" w:hAnsi="Corbel"/>
                <w:sz w:val="24"/>
                <w:szCs w:val="24"/>
              </w:rPr>
              <w:t>wewn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</w:rPr>
              <w:t>ę</w:t>
            </w:r>
            <w:r w:rsidRPr="00015081">
              <w:rPr>
                <w:rFonts w:ascii="Corbel" w:hAnsi="Corbel"/>
                <w:sz w:val="24"/>
                <w:szCs w:val="24"/>
              </w:rPr>
              <w:t>trzn</w:t>
            </w:r>
            <w:r w:rsidRPr="00015081">
              <w:rPr>
                <w:rFonts w:ascii="Corbel" w:eastAsia="TimesNewRoman" w:hAnsi="Corbel"/>
                <w:sz w:val="24"/>
                <w:szCs w:val="24"/>
              </w:rPr>
              <w:t>a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</w:rPr>
              <w:t xml:space="preserve"> </w:t>
            </w:r>
            <w:r w:rsidRPr="00015081">
              <w:rPr>
                <w:rFonts w:ascii="Corbel" w:hAnsi="Corbel"/>
                <w:sz w:val="24"/>
                <w:szCs w:val="24"/>
              </w:rPr>
              <w:t>i zewn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</w:rPr>
              <w:t>ę</w:t>
            </w:r>
            <w:r w:rsidRPr="00015081">
              <w:rPr>
                <w:rFonts w:ascii="Corbel" w:hAnsi="Corbel"/>
                <w:sz w:val="24"/>
                <w:szCs w:val="24"/>
              </w:rPr>
              <w:t>trzna.</w:t>
            </w:r>
          </w:p>
        </w:tc>
      </w:tr>
      <w:tr w:rsidR="000905EF" w:rsidRPr="00015081" w:rsidTr="00923D7D">
        <w:tc>
          <w:tcPr>
            <w:tcW w:w="9639" w:type="dxa"/>
          </w:tcPr>
          <w:p w:rsidR="005A27EA" w:rsidRPr="00015081" w:rsidRDefault="005A27EA" w:rsidP="000905E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0905EF" w:rsidRPr="00015081" w:rsidRDefault="000905EF" w:rsidP="000905E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</w:rPr>
              <w:t>Ewidencja wyników pozostałej działalno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</w:rPr>
              <w:t>ś</w:t>
            </w:r>
            <w:r w:rsidRPr="00015081">
              <w:rPr>
                <w:rFonts w:ascii="Corbel" w:hAnsi="Corbel"/>
                <w:sz w:val="24"/>
                <w:szCs w:val="24"/>
              </w:rPr>
              <w:t>ci operacyjnej i działalno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</w:rPr>
              <w:t>ś</w:t>
            </w:r>
            <w:r w:rsidRPr="00015081">
              <w:rPr>
                <w:rFonts w:ascii="Corbel" w:hAnsi="Corbel"/>
                <w:sz w:val="24"/>
                <w:szCs w:val="24"/>
              </w:rPr>
              <w:t xml:space="preserve">ci finansowej. </w:t>
            </w:r>
          </w:p>
          <w:p w:rsidR="000905EF" w:rsidRPr="00015081" w:rsidRDefault="000905EF" w:rsidP="000905E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</w:rPr>
              <w:t>Ewidencja strat i zysków nadzwyczajnych. sposoby zabezpieczania ryzyka finansowego.</w:t>
            </w:r>
          </w:p>
        </w:tc>
      </w:tr>
      <w:tr w:rsidR="0085747A" w:rsidRPr="00015081" w:rsidTr="00923D7D">
        <w:tc>
          <w:tcPr>
            <w:tcW w:w="9639" w:type="dxa"/>
          </w:tcPr>
          <w:p w:rsidR="005A27EA" w:rsidRPr="00015081" w:rsidRDefault="005A27EA" w:rsidP="000905E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85747A" w:rsidRPr="00015081" w:rsidRDefault="000905EF" w:rsidP="000905E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</w:rPr>
              <w:t>Sprawozdawczo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</w:rPr>
              <w:t xml:space="preserve">ść </w:t>
            </w:r>
            <w:r w:rsidRPr="00015081">
              <w:rPr>
                <w:rFonts w:ascii="Corbel" w:hAnsi="Corbel"/>
                <w:sz w:val="24"/>
                <w:szCs w:val="24"/>
              </w:rPr>
              <w:t>finansowa i jej formuły, metody ustalania wyniku finansowego-wariant porównawczy i kalkulacyjny. Interpretacja i analiza danych sprawozdawczych.</w:t>
            </w:r>
          </w:p>
        </w:tc>
      </w:tr>
    </w:tbl>
    <w:p w:rsidR="0085747A" w:rsidRPr="0001508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01508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15081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015081">
        <w:rPr>
          <w:rFonts w:ascii="Corbel" w:hAnsi="Corbel"/>
          <w:sz w:val="24"/>
          <w:szCs w:val="24"/>
        </w:rPr>
        <w:t xml:space="preserve">, </w:t>
      </w:r>
      <w:r w:rsidRPr="00015081">
        <w:rPr>
          <w:rFonts w:ascii="Corbel" w:hAnsi="Corbel"/>
          <w:sz w:val="24"/>
          <w:szCs w:val="24"/>
        </w:rPr>
        <w:t xml:space="preserve">zajęć praktycznych </w:t>
      </w:r>
    </w:p>
    <w:p w:rsidR="0085747A" w:rsidRPr="00015081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015081" w:rsidTr="00923D7D">
        <w:tc>
          <w:tcPr>
            <w:tcW w:w="9639" w:type="dxa"/>
          </w:tcPr>
          <w:p w:rsidR="0085747A" w:rsidRPr="00015081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015081" w:rsidTr="00923D7D">
        <w:tc>
          <w:tcPr>
            <w:tcW w:w="9639" w:type="dxa"/>
          </w:tcPr>
          <w:p w:rsidR="005A27EA" w:rsidRPr="00015081" w:rsidRDefault="005A27EA" w:rsidP="00ED214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85747A" w:rsidRPr="00015081" w:rsidRDefault="00ED2142" w:rsidP="00ED214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</w:rPr>
              <w:t>Zasady ewidencji ksi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</w:rPr>
              <w:t>ę</w:t>
            </w:r>
            <w:r w:rsidRPr="00015081">
              <w:rPr>
                <w:rFonts w:ascii="Corbel" w:hAnsi="Corbel"/>
                <w:sz w:val="24"/>
                <w:szCs w:val="24"/>
              </w:rPr>
              <w:t xml:space="preserve">gowej składników- 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</w:rPr>
              <w:t>ś</w:t>
            </w:r>
            <w:r w:rsidRPr="00015081">
              <w:rPr>
                <w:rFonts w:ascii="Corbel" w:hAnsi="Corbel"/>
                <w:sz w:val="24"/>
                <w:szCs w:val="24"/>
              </w:rPr>
              <w:t>rodki pieni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</w:rPr>
              <w:t>ęż</w:t>
            </w:r>
            <w:r w:rsidRPr="00015081">
              <w:rPr>
                <w:rFonts w:ascii="Corbel" w:hAnsi="Corbel"/>
                <w:sz w:val="24"/>
                <w:szCs w:val="24"/>
              </w:rPr>
              <w:t>ne, kredyty bankowe i krótkoterminowe aktywa finansowe. Zasady obrotu pieni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</w:rPr>
              <w:t>ęż</w:t>
            </w:r>
            <w:r w:rsidRPr="00015081">
              <w:rPr>
                <w:rFonts w:ascii="Corbel" w:hAnsi="Corbel"/>
                <w:sz w:val="24"/>
                <w:szCs w:val="24"/>
              </w:rPr>
              <w:t>nego.</w:t>
            </w:r>
          </w:p>
        </w:tc>
      </w:tr>
      <w:tr w:rsidR="00ED2142" w:rsidRPr="00015081" w:rsidTr="00923D7D">
        <w:tc>
          <w:tcPr>
            <w:tcW w:w="9639" w:type="dxa"/>
          </w:tcPr>
          <w:p w:rsidR="005A27EA" w:rsidRPr="00015081" w:rsidRDefault="005A27EA" w:rsidP="00ED214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ED2142" w:rsidRPr="00015081" w:rsidRDefault="00ED2142" w:rsidP="00ED214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</w:rPr>
              <w:t>Zasady ewidencji ksi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</w:rPr>
              <w:t>ę</w:t>
            </w:r>
            <w:r w:rsidRPr="00015081">
              <w:rPr>
                <w:rFonts w:ascii="Corbel" w:hAnsi="Corbel"/>
                <w:sz w:val="24"/>
                <w:szCs w:val="24"/>
              </w:rPr>
              <w:t>gowej rozrachunków i rozlicze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</w:rPr>
              <w:t>ń</w:t>
            </w:r>
            <w:r w:rsidRPr="00015081">
              <w:rPr>
                <w:rFonts w:ascii="Corbel" w:hAnsi="Corbel"/>
                <w:sz w:val="24"/>
                <w:szCs w:val="24"/>
              </w:rPr>
              <w:t>. Rozrachunki publicznoprawne. Naliczanie i ewidencja wynagrodze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</w:rPr>
              <w:t>ń</w:t>
            </w:r>
            <w:r w:rsidRPr="0001508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D2142" w:rsidRPr="00015081" w:rsidTr="00923D7D">
        <w:tc>
          <w:tcPr>
            <w:tcW w:w="9639" w:type="dxa"/>
          </w:tcPr>
          <w:p w:rsidR="005A27EA" w:rsidRPr="00015081" w:rsidRDefault="005A27EA" w:rsidP="00ED214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ED2142" w:rsidRPr="00015081" w:rsidRDefault="00ED2142" w:rsidP="00ED214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</w:rPr>
              <w:t>Ewidencja rzeczowych składników maj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</w:rPr>
              <w:t>ą</w:t>
            </w:r>
            <w:r w:rsidRPr="00015081">
              <w:rPr>
                <w:rFonts w:ascii="Corbel" w:hAnsi="Corbel"/>
                <w:sz w:val="24"/>
                <w:szCs w:val="24"/>
              </w:rPr>
              <w:t xml:space="preserve">tku trwałego. Wycena i ewidencja aktywów finansowych długoterminowych. </w:t>
            </w:r>
          </w:p>
        </w:tc>
      </w:tr>
      <w:tr w:rsidR="00ED2142" w:rsidRPr="00015081" w:rsidTr="00923D7D">
        <w:tc>
          <w:tcPr>
            <w:tcW w:w="9639" w:type="dxa"/>
          </w:tcPr>
          <w:p w:rsidR="005A27EA" w:rsidRPr="00015081" w:rsidRDefault="005A27EA" w:rsidP="00ED214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ED2142" w:rsidRPr="00015081" w:rsidRDefault="00ED2142" w:rsidP="00ED214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</w:rPr>
              <w:t>Wycena zu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</w:rPr>
              <w:t>ż</w:t>
            </w:r>
            <w:r w:rsidRPr="00015081">
              <w:rPr>
                <w:rFonts w:ascii="Corbel" w:hAnsi="Corbel"/>
                <w:sz w:val="24"/>
                <w:szCs w:val="24"/>
              </w:rPr>
              <w:t xml:space="preserve">ycia 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</w:rPr>
              <w:t>ś</w:t>
            </w:r>
            <w:r w:rsidRPr="00015081">
              <w:rPr>
                <w:rFonts w:ascii="Corbel" w:hAnsi="Corbel"/>
                <w:sz w:val="24"/>
                <w:szCs w:val="24"/>
              </w:rPr>
              <w:t>rodków trwałych i warto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</w:rPr>
              <w:t>ś</w:t>
            </w:r>
            <w:r w:rsidRPr="00015081">
              <w:rPr>
                <w:rFonts w:ascii="Corbel" w:hAnsi="Corbel"/>
                <w:sz w:val="24"/>
                <w:szCs w:val="24"/>
              </w:rPr>
              <w:t>ci niematerialnych i prawnych</w:t>
            </w:r>
          </w:p>
        </w:tc>
      </w:tr>
      <w:tr w:rsidR="00ED2142" w:rsidRPr="00015081" w:rsidTr="00923D7D">
        <w:tc>
          <w:tcPr>
            <w:tcW w:w="9639" w:type="dxa"/>
          </w:tcPr>
          <w:p w:rsidR="005A27EA" w:rsidRPr="00015081" w:rsidRDefault="005A27EA" w:rsidP="00ED214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ED2142" w:rsidRPr="00015081" w:rsidRDefault="00ED2142" w:rsidP="00ED214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</w:rPr>
              <w:t xml:space="preserve">Ewidencja zapasów, obrót usługami, wyrobami gotowymi i towarami w jednostkach usługowych. </w:t>
            </w:r>
          </w:p>
        </w:tc>
      </w:tr>
      <w:tr w:rsidR="00ED2142" w:rsidRPr="00015081" w:rsidTr="00923D7D">
        <w:tc>
          <w:tcPr>
            <w:tcW w:w="9639" w:type="dxa"/>
          </w:tcPr>
          <w:p w:rsidR="005A27EA" w:rsidRPr="00015081" w:rsidRDefault="005A27EA" w:rsidP="00ED214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ED2142" w:rsidRPr="00015081" w:rsidRDefault="00ED2142" w:rsidP="00ED214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</w:rPr>
              <w:t>Zasady ksi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</w:rPr>
              <w:t>ę</w:t>
            </w:r>
            <w:r w:rsidRPr="00015081">
              <w:rPr>
                <w:rFonts w:ascii="Corbel" w:hAnsi="Corbel"/>
                <w:sz w:val="24"/>
                <w:szCs w:val="24"/>
              </w:rPr>
              <w:t>gowania wg stałych i zmiennych cen ewidencyjnych. Rodzaje i formy obrotu towarowego, zasady ustalania cen i mar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</w:rPr>
              <w:t>ż</w:t>
            </w:r>
            <w:r w:rsidRPr="0001508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D2142" w:rsidRPr="00015081" w:rsidTr="00923D7D">
        <w:tc>
          <w:tcPr>
            <w:tcW w:w="9639" w:type="dxa"/>
          </w:tcPr>
          <w:p w:rsidR="005A27EA" w:rsidRPr="00015081" w:rsidRDefault="005A27EA" w:rsidP="00ED214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ED2142" w:rsidRPr="00015081" w:rsidRDefault="00ED2142" w:rsidP="00ED214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</w:rPr>
              <w:t xml:space="preserve">Ewidencja i rozliczanie kosztów, rachunek kosztów. </w:t>
            </w:r>
          </w:p>
        </w:tc>
      </w:tr>
      <w:tr w:rsidR="00ED2142" w:rsidRPr="00015081" w:rsidTr="00923D7D">
        <w:tc>
          <w:tcPr>
            <w:tcW w:w="9639" w:type="dxa"/>
          </w:tcPr>
          <w:p w:rsidR="005A27EA" w:rsidRPr="00015081" w:rsidRDefault="005A27EA" w:rsidP="00ED214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ED2142" w:rsidRPr="00015081" w:rsidRDefault="00ED2142" w:rsidP="00ED214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</w:rPr>
              <w:t>Ksi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</w:rPr>
              <w:t>ę</w:t>
            </w:r>
            <w:r w:rsidRPr="00015081">
              <w:rPr>
                <w:rFonts w:ascii="Corbel" w:hAnsi="Corbel"/>
                <w:sz w:val="24"/>
                <w:szCs w:val="24"/>
              </w:rPr>
              <w:t>gowe uj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</w:rPr>
              <w:t>ę</w:t>
            </w:r>
            <w:r w:rsidRPr="00015081">
              <w:rPr>
                <w:rFonts w:ascii="Corbel" w:hAnsi="Corbel"/>
                <w:sz w:val="24"/>
                <w:szCs w:val="24"/>
              </w:rPr>
              <w:t>cie kosztów podstawowej działalno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</w:rPr>
              <w:t>ś</w:t>
            </w:r>
            <w:r w:rsidRPr="00015081">
              <w:rPr>
                <w:rFonts w:ascii="Corbel" w:hAnsi="Corbel"/>
                <w:sz w:val="24"/>
                <w:szCs w:val="24"/>
              </w:rPr>
              <w:t>ci operacyjnej. Fazy ewidencji i rozliczania kosztów.</w:t>
            </w:r>
          </w:p>
        </w:tc>
      </w:tr>
      <w:tr w:rsidR="00ED2142" w:rsidRPr="00015081" w:rsidTr="00923D7D">
        <w:tc>
          <w:tcPr>
            <w:tcW w:w="9639" w:type="dxa"/>
          </w:tcPr>
          <w:p w:rsidR="005A27EA" w:rsidRPr="00015081" w:rsidRDefault="005A27EA" w:rsidP="00ED214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ED2142" w:rsidRPr="00015081" w:rsidRDefault="00ED2142" w:rsidP="00ED214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</w:rPr>
              <w:t>Pomiar i ewidencja przychodów w przedsi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</w:rPr>
              <w:t>ę</w:t>
            </w:r>
            <w:r w:rsidRPr="00015081">
              <w:rPr>
                <w:rFonts w:ascii="Corbel" w:hAnsi="Corbel"/>
                <w:sz w:val="24"/>
                <w:szCs w:val="24"/>
              </w:rPr>
              <w:t>biorstwie .Przychody ze sprzeda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</w:rPr>
              <w:t>ż</w:t>
            </w:r>
            <w:r w:rsidRPr="00015081">
              <w:rPr>
                <w:rFonts w:ascii="Corbel" w:hAnsi="Corbel"/>
                <w:sz w:val="24"/>
                <w:szCs w:val="24"/>
              </w:rPr>
              <w:t>y usług oraz koszty ich uzyskania.</w:t>
            </w:r>
          </w:p>
        </w:tc>
      </w:tr>
      <w:tr w:rsidR="00ED2142" w:rsidRPr="00015081" w:rsidTr="00923D7D">
        <w:tc>
          <w:tcPr>
            <w:tcW w:w="9639" w:type="dxa"/>
          </w:tcPr>
          <w:p w:rsidR="005A27EA" w:rsidRPr="00015081" w:rsidRDefault="005A27EA" w:rsidP="00ED214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ED2142" w:rsidRPr="00015081" w:rsidRDefault="00ED2142" w:rsidP="00ED214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</w:rPr>
              <w:t>Wynik finansowy i jego elementy. Ksi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</w:rPr>
              <w:t>ę</w:t>
            </w:r>
            <w:r w:rsidRPr="00015081">
              <w:rPr>
                <w:rFonts w:ascii="Corbel" w:hAnsi="Corbel"/>
                <w:sz w:val="24"/>
                <w:szCs w:val="24"/>
              </w:rPr>
              <w:t>gowe uj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</w:rPr>
              <w:t>ę</w:t>
            </w:r>
            <w:r w:rsidRPr="00015081">
              <w:rPr>
                <w:rFonts w:ascii="Corbel" w:hAnsi="Corbel"/>
                <w:sz w:val="24"/>
                <w:szCs w:val="24"/>
              </w:rPr>
              <w:t>cie kapitałów i funduszy</w:t>
            </w:r>
          </w:p>
        </w:tc>
      </w:tr>
      <w:tr w:rsidR="0085747A" w:rsidRPr="00015081" w:rsidTr="00923D7D">
        <w:tc>
          <w:tcPr>
            <w:tcW w:w="9639" w:type="dxa"/>
          </w:tcPr>
          <w:p w:rsidR="005A27EA" w:rsidRPr="00015081" w:rsidRDefault="005A27EA" w:rsidP="00ED214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85747A" w:rsidRPr="00015081" w:rsidRDefault="00ED2142" w:rsidP="00ED214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</w:rPr>
              <w:t>Kalkulacyjny i porównawczy wariant sporz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</w:rPr>
              <w:t>ą</w:t>
            </w:r>
            <w:r w:rsidRPr="00015081">
              <w:rPr>
                <w:rFonts w:ascii="Corbel" w:hAnsi="Corbel"/>
                <w:sz w:val="24"/>
                <w:szCs w:val="24"/>
              </w:rPr>
              <w:t>dzania wyniku finansowego</w:t>
            </w:r>
          </w:p>
        </w:tc>
      </w:tr>
      <w:tr w:rsidR="0085747A" w:rsidRPr="00015081" w:rsidTr="00923D7D">
        <w:tc>
          <w:tcPr>
            <w:tcW w:w="9639" w:type="dxa"/>
          </w:tcPr>
          <w:p w:rsidR="005A27EA" w:rsidRPr="00015081" w:rsidRDefault="005A27EA" w:rsidP="00ED214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85747A" w:rsidRPr="00015081" w:rsidRDefault="00ED2142" w:rsidP="00ED214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</w:rPr>
              <w:t>Systemy sprawozdawczo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</w:rPr>
              <w:t>ś</w:t>
            </w:r>
            <w:r w:rsidRPr="00015081">
              <w:rPr>
                <w:rFonts w:ascii="Corbel" w:hAnsi="Corbel"/>
                <w:sz w:val="24"/>
                <w:szCs w:val="24"/>
              </w:rPr>
              <w:t>ci wewn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</w:rPr>
              <w:t>ę</w:t>
            </w:r>
            <w:r w:rsidRPr="00015081">
              <w:rPr>
                <w:rFonts w:ascii="Corbel" w:hAnsi="Corbel"/>
                <w:sz w:val="24"/>
                <w:szCs w:val="24"/>
              </w:rPr>
              <w:t>trznej i organizacja audytu wewn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</w:rPr>
              <w:t>ę</w:t>
            </w:r>
            <w:r w:rsidRPr="00015081">
              <w:rPr>
                <w:rFonts w:ascii="Corbel" w:hAnsi="Corbel"/>
                <w:sz w:val="24"/>
                <w:szCs w:val="24"/>
              </w:rPr>
              <w:t>trznego w firmie usługowej</w:t>
            </w:r>
          </w:p>
        </w:tc>
      </w:tr>
    </w:tbl>
    <w:p w:rsidR="0085747A" w:rsidRPr="0001508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015081" w:rsidRDefault="009F4610" w:rsidP="00015081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15081">
        <w:rPr>
          <w:rFonts w:ascii="Corbel" w:hAnsi="Corbel"/>
          <w:smallCaps w:val="0"/>
          <w:szCs w:val="24"/>
        </w:rPr>
        <w:t>3.4 Metody dydaktyczne</w:t>
      </w:r>
      <w:r w:rsidRPr="00015081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01508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0392D" w:rsidRPr="00015081" w:rsidRDefault="00B0392D" w:rsidP="008437AA">
      <w:pPr>
        <w:autoSpaceDE w:val="0"/>
        <w:autoSpaceDN w:val="0"/>
        <w:adjustRightInd w:val="0"/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015081">
        <w:rPr>
          <w:rFonts w:ascii="Corbel" w:hAnsi="Corbel"/>
          <w:sz w:val="24"/>
          <w:szCs w:val="24"/>
        </w:rPr>
        <w:t>Wykład z prezentacją multimedialną</w:t>
      </w:r>
      <w:r w:rsidR="008437AA" w:rsidRPr="00015081">
        <w:rPr>
          <w:rFonts w:ascii="Corbel" w:hAnsi="Corbel"/>
          <w:sz w:val="24"/>
          <w:szCs w:val="24"/>
        </w:rPr>
        <w:t xml:space="preserve"> </w:t>
      </w:r>
      <w:r w:rsidR="008437AA" w:rsidRPr="00015081">
        <w:rPr>
          <w:rFonts w:ascii="Corbel" w:hAnsi="Corbel"/>
          <w:sz w:val="24"/>
          <w:szCs w:val="24"/>
          <w:lang w:eastAsia="pl-PL"/>
        </w:rPr>
        <w:t>i analiz</w:t>
      </w:r>
      <w:r w:rsidR="008437AA" w:rsidRPr="00015081">
        <w:rPr>
          <w:rFonts w:ascii="Corbel" w:eastAsia="TimesNewRoman" w:hAnsi="Corbel" w:cs="TimesNewRoman"/>
          <w:sz w:val="24"/>
          <w:szCs w:val="24"/>
          <w:lang w:eastAsia="pl-PL"/>
        </w:rPr>
        <w:t xml:space="preserve">ą </w:t>
      </w:r>
      <w:r w:rsidR="008437AA" w:rsidRPr="00015081">
        <w:rPr>
          <w:rFonts w:ascii="Corbel" w:hAnsi="Corbel"/>
          <w:sz w:val="24"/>
          <w:szCs w:val="24"/>
          <w:lang w:eastAsia="pl-PL"/>
        </w:rPr>
        <w:t>schematów ksi</w:t>
      </w:r>
      <w:r w:rsidR="008437AA" w:rsidRPr="00015081">
        <w:rPr>
          <w:rFonts w:ascii="Corbel" w:eastAsia="TimesNewRoman" w:hAnsi="Corbel" w:cs="TimesNewRoman"/>
          <w:sz w:val="24"/>
          <w:szCs w:val="24"/>
          <w:lang w:eastAsia="pl-PL"/>
        </w:rPr>
        <w:t>ę</w:t>
      </w:r>
      <w:r w:rsidR="008437AA" w:rsidRPr="00015081">
        <w:rPr>
          <w:rFonts w:ascii="Corbel" w:hAnsi="Corbel"/>
          <w:sz w:val="24"/>
          <w:szCs w:val="24"/>
          <w:lang w:eastAsia="pl-PL"/>
        </w:rPr>
        <w:t>gowa</w:t>
      </w:r>
      <w:r w:rsidR="008437AA" w:rsidRPr="00015081">
        <w:rPr>
          <w:rFonts w:ascii="Corbel" w:eastAsia="TimesNewRoman" w:hAnsi="Corbel" w:cs="TimesNewRoman"/>
          <w:sz w:val="24"/>
          <w:szCs w:val="24"/>
          <w:lang w:eastAsia="pl-PL"/>
        </w:rPr>
        <w:t>ń</w:t>
      </w:r>
    </w:p>
    <w:p w:rsidR="00B0392D" w:rsidRPr="00015081" w:rsidRDefault="00B0392D" w:rsidP="008437AA">
      <w:pPr>
        <w:autoSpaceDE w:val="0"/>
        <w:autoSpaceDN w:val="0"/>
        <w:adjustRightInd w:val="0"/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015081">
        <w:rPr>
          <w:rFonts w:ascii="Corbel" w:hAnsi="Corbel"/>
          <w:sz w:val="24"/>
          <w:szCs w:val="24"/>
        </w:rPr>
        <w:t xml:space="preserve">Ćwiczenia: </w:t>
      </w:r>
      <w:r w:rsidR="008437AA" w:rsidRPr="00015081">
        <w:rPr>
          <w:rFonts w:ascii="Corbel" w:hAnsi="Corbel"/>
          <w:sz w:val="24"/>
          <w:szCs w:val="24"/>
          <w:lang w:eastAsia="pl-PL"/>
        </w:rPr>
        <w:t>rozwi</w:t>
      </w:r>
      <w:r w:rsidR="008437AA" w:rsidRPr="00015081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="008437AA" w:rsidRPr="00015081">
        <w:rPr>
          <w:rFonts w:ascii="Corbel" w:hAnsi="Corbel"/>
          <w:sz w:val="24"/>
          <w:szCs w:val="24"/>
          <w:lang w:eastAsia="pl-PL"/>
        </w:rPr>
        <w:t>zywanie zada</w:t>
      </w:r>
      <w:r w:rsidR="008437AA" w:rsidRPr="00015081">
        <w:rPr>
          <w:rFonts w:ascii="Corbel" w:eastAsia="TimesNewRoman" w:hAnsi="Corbel" w:cs="TimesNewRoman"/>
          <w:sz w:val="24"/>
          <w:szCs w:val="24"/>
          <w:lang w:eastAsia="pl-PL"/>
        </w:rPr>
        <w:t>ń</w:t>
      </w:r>
      <w:r w:rsidR="008437AA" w:rsidRPr="00015081">
        <w:rPr>
          <w:rFonts w:ascii="Corbel" w:hAnsi="Corbel"/>
          <w:sz w:val="24"/>
          <w:szCs w:val="24"/>
          <w:lang w:eastAsia="pl-PL"/>
        </w:rPr>
        <w:t>, analiz</w:t>
      </w:r>
      <w:r w:rsidR="001B2D4C" w:rsidRPr="00015081">
        <w:rPr>
          <w:rFonts w:ascii="Corbel" w:eastAsia="TimesNewRoman" w:hAnsi="Corbel" w:cs="TimesNewRoman"/>
          <w:sz w:val="24"/>
          <w:szCs w:val="24"/>
          <w:lang w:eastAsia="pl-PL"/>
        </w:rPr>
        <w:t>a</w:t>
      </w:r>
      <w:r w:rsidR="008437AA" w:rsidRPr="00015081">
        <w:rPr>
          <w:rFonts w:ascii="Corbel" w:eastAsia="TimesNewRoman" w:hAnsi="Corbel" w:cs="TimesNewRoman"/>
          <w:sz w:val="24"/>
          <w:szCs w:val="24"/>
          <w:lang w:eastAsia="pl-PL"/>
        </w:rPr>
        <w:t xml:space="preserve"> </w:t>
      </w:r>
      <w:r w:rsidR="008437AA" w:rsidRPr="00015081">
        <w:rPr>
          <w:rFonts w:ascii="Corbel" w:hAnsi="Corbel"/>
          <w:sz w:val="24"/>
          <w:szCs w:val="24"/>
          <w:lang w:eastAsia="pl-PL"/>
        </w:rPr>
        <w:t>bie</w:t>
      </w:r>
      <w:r w:rsidR="008437AA" w:rsidRPr="00015081">
        <w:rPr>
          <w:rFonts w:ascii="Corbel" w:eastAsia="TimesNewRoman" w:hAnsi="Corbel" w:cs="TimesNewRoman"/>
          <w:sz w:val="24"/>
          <w:szCs w:val="24"/>
          <w:lang w:eastAsia="pl-PL"/>
        </w:rPr>
        <w:t>żą</w:t>
      </w:r>
      <w:r w:rsidR="008437AA" w:rsidRPr="00015081">
        <w:rPr>
          <w:rFonts w:ascii="Corbel" w:hAnsi="Corbel"/>
          <w:sz w:val="24"/>
          <w:szCs w:val="24"/>
          <w:lang w:eastAsia="pl-PL"/>
        </w:rPr>
        <w:t>cych aktów normatywnych, sporz</w:t>
      </w:r>
      <w:r w:rsidR="008437AA" w:rsidRPr="00015081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="008437AA" w:rsidRPr="00015081">
        <w:rPr>
          <w:rFonts w:ascii="Corbel" w:hAnsi="Corbel"/>
          <w:sz w:val="24"/>
          <w:szCs w:val="24"/>
          <w:lang w:eastAsia="pl-PL"/>
        </w:rPr>
        <w:t>dzanie sprawozda</w:t>
      </w:r>
      <w:r w:rsidR="008437AA" w:rsidRPr="00015081">
        <w:rPr>
          <w:rFonts w:ascii="Corbel" w:eastAsia="TimesNewRoman" w:hAnsi="Corbel" w:cs="TimesNewRoman"/>
          <w:sz w:val="24"/>
          <w:szCs w:val="24"/>
          <w:lang w:eastAsia="pl-PL"/>
        </w:rPr>
        <w:t>ń</w:t>
      </w:r>
    </w:p>
    <w:p w:rsidR="0085747A" w:rsidRPr="0001508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01508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15081">
        <w:rPr>
          <w:rFonts w:ascii="Corbel" w:hAnsi="Corbel"/>
          <w:smallCaps w:val="0"/>
          <w:szCs w:val="24"/>
        </w:rPr>
        <w:t xml:space="preserve">4. </w:t>
      </w:r>
      <w:r w:rsidR="0085747A" w:rsidRPr="00015081">
        <w:rPr>
          <w:rFonts w:ascii="Corbel" w:hAnsi="Corbel"/>
          <w:smallCaps w:val="0"/>
          <w:szCs w:val="24"/>
        </w:rPr>
        <w:t>METODY I KRYTERIA OCENY</w:t>
      </w:r>
      <w:r w:rsidR="009F4610" w:rsidRPr="00015081">
        <w:rPr>
          <w:rFonts w:ascii="Corbel" w:hAnsi="Corbel"/>
          <w:smallCaps w:val="0"/>
          <w:szCs w:val="24"/>
        </w:rPr>
        <w:t xml:space="preserve"> </w:t>
      </w:r>
    </w:p>
    <w:p w:rsidR="00923D7D" w:rsidRPr="0001508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01508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15081">
        <w:rPr>
          <w:rFonts w:ascii="Corbel" w:hAnsi="Corbel"/>
          <w:smallCaps w:val="0"/>
          <w:szCs w:val="24"/>
        </w:rPr>
        <w:t>4.1 Sposoby weryfikacji efektów kształcenia</w:t>
      </w:r>
    </w:p>
    <w:p w:rsidR="0085747A" w:rsidRPr="0001508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85747A" w:rsidRPr="00015081" w:rsidTr="00923D7D">
        <w:tc>
          <w:tcPr>
            <w:tcW w:w="2410" w:type="dxa"/>
            <w:vAlign w:val="center"/>
          </w:tcPr>
          <w:p w:rsidR="0085747A" w:rsidRPr="00015081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08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:rsidR="0085747A" w:rsidRPr="0001508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50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:rsidR="0085747A" w:rsidRPr="00015081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0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0150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01508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08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01508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081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015081" w:rsidTr="00923D7D">
        <w:tc>
          <w:tcPr>
            <w:tcW w:w="2410" w:type="dxa"/>
          </w:tcPr>
          <w:p w:rsidR="0085747A" w:rsidRPr="0001508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5081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103" w:type="dxa"/>
          </w:tcPr>
          <w:p w:rsidR="0085747A" w:rsidRPr="00015081" w:rsidRDefault="008437AA" w:rsidP="008437AA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0150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:rsidR="0085747A" w:rsidRPr="00015081" w:rsidRDefault="001B2D4C" w:rsidP="001B2D4C">
            <w:pPr>
              <w:rPr>
                <w:rFonts w:ascii="Corbel" w:hAnsi="Corbel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85747A" w:rsidRPr="00015081" w:rsidTr="00923D7D">
        <w:tc>
          <w:tcPr>
            <w:tcW w:w="2410" w:type="dxa"/>
          </w:tcPr>
          <w:p w:rsidR="0085747A" w:rsidRPr="0001508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508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:rsidR="0085747A" w:rsidRPr="00015081" w:rsidRDefault="008437A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50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:rsidR="0085747A" w:rsidRPr="00015081" w:rsidRDefault="001B2D4C" w:rsidP="001B2D4C">
            <w:pPr>
              <w:rPr>
                <w:rFonts w:ascii="Corbel" w:hAnsi="Corbel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8437AA" w:rsidRPr="00015081" w:rsidTr="00923D7D">
        <w:tc>
          <w:tcPr>
            <w:tcW w:w="2410" w:type="dxa"/>
          </w:tcPr>
          <w:p w:rsidR="008437AA" w:rsidRPr="00015081" w:rsidRDefault="008437AA" w:rsidP="008350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5081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103" w:type="dxa"/>
          </w:tcPr>
          <w:p w:rsidR="008437AA" w:rsidRPr="00015081" w:rsidRDefault="008437A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50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ocena umiejętności dokonywania analiz, kolokwium </w:t>
            </w:r>
          </w:p>
        </w:tc>
        <w:tc>
          <w:tcPr>
            <w:tcW w:w="2126" w:type="dxa"/>
          </w:tcPr>
          <w:p w:rsidR="008437AA" w:rsidRPr="00015081" w:rsidRDefault="001B2D4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5081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8437AA" w:rsidRPr="00015081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8437AA" w:rsidRPr="00015081" w:rsidTr="00923D7D">
        <w:tc>
          <w:tcPr>
            <w:tcW w:w="2410" w:type="dxa"/>
          </w:tcPr>
          <w:p w:rsidR="008437AA" w:rsidRPr="00015081" w:rsidRDefault="008437AA" w:rsidP="008350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5081">
              <w:rPr>
                <w:rFonts w:ascii="Corbel" w:hAnsi="Corbel"/>
                <w:b w:val="0"/>
                <w:szCs w:val="24"/>
              </w:rPr>
              <w:t xml:space="preserve">ek_ 04 </w:t>
            </w:r>
          </w:p>
        </w:tc>
        <w:tc>
          <w:tcPr>
            <w:tcW w:w="5103" w:type="dxa"/>
          </w:tcPr>
          <w:p w:rsidR="008437AA" w:rsidRPr="00015081" w:rsidRDefault="008437A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50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umiejętności dokonywania analiz, projekt, kolokwium</w:t>
            </w:r>
          </w:p>
        </w:tc>
        <w:tc>
          <w:tcPr>
            <w:tcW w:w="2126" w:type="dxa"/>
          </w:tcPr>
          <w:p w:rsidR="008437AA" w:rsidRPr="00015081" w:rsidRDefault="001B2D4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508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437AA" w:rsidRPr="00015081" w:rsidTr="00923D7D">
        <w:tc>
          <w:tcPr>
            <w:tcW w:w="2410" w:type="dxa"/>
          </w:tcPr>
          <w:p w:rsidR="008437AA" w:rsidRPr="00015081" w:rsidRDefault="008437AA" w:rsidP="008350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5081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103" w:type="dxa"/>
          </w:tcPr>
          <w:p w:rsidR="008437AA" w:rsidRPr="00015081" w:rsidRDefault="008437A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50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ocena prezentowanych postaw</w:t>
            </w:r>
          </w:p>
        </w:tc>
        <w:tc>
          <w:tcPr>
            <w:tcW w:w="2126" w:type="dxa"/>
          </w:tcPr>
          <w:p w:rsidR="008437AA" w:rsidRPr="00015081" w:rsidRDefault="001B2D4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5081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8437AA" w:rsidRPr="00015081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8437AA" w:rsidRPr="00015081" w:rsidTr="00923D7D">
        <w:tc>
          <w:tcPr>
            <w:tcW w:w="2410" w:type="dxa"/>
          </w:tcPr>
          <w:p w:rsidR="008437AA" w:rsidRPr="00015081" w:rsidRDefault="008437AA" w:rsidP="008350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5081">
              <w:rPr>
                <w:rFonts w:ascii="Corbel" w:hAnsi="Corbel"/>
                <w:b w:val="0"/>
                <w:szCs w:val="24"/>
              </w:rPr>
              <w:t xml:space="preserve">ek_ 06 </w:t>
            </w:r>
          </w:p>
        </w:tc>
        <w:tc>
          <w:tcPr>
            <w:tcW w:w="5103" w:type="dxa"/>
          </w:tcPr>
          <w:p w:rsidR="008437AA" w:rsidRPr="00015081" w:rsidRDefault="008437A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50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ocena prezentowanych osiągnięć</w:t>
            </w:r>
          </w:p>
        </w:tc>
        <w:tc>
          <w:tcPr>
            <w:tcW w:w="2126" w:type="dxa"/>
          </w:tcPr>
          <w:p w:rsidR="008437AA" w:rsidRPr="00015081" w:rsidRDefault="001B2D4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5081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8437AA" w:rsidRPr="00015081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</w:tbl>
    <w:p w:rsidR="00923D7D" w:rsidRPr="00015081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015081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15081">
        <w:rPr>
          <w:rFonts w:ascii="Corbel" w:hAnsi="Corbel"/>
          <w:smallCaps w:val="0"/>
          <w:szCs w:val="24"/>
        </w:rPr>
        <w:t xml:space="preserve">4.2 </w:t>
      </w:r>
      <w:r w:rsidR="0085747A" w:rsidRPr="00015081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015081">
        <w:rPr>
          <w:rFonts w:ascii="Corbel" w:hAnsi="Corbel"/>
          <w:smallCaps w:val="0"/>
          <w:szCs w:val="24"/>
        </w:rPr>
        <w:t xml:space="preserve"> </w:t>
      </w:r>
    </w:p>
    <w:p w:rsidR="00923D7D" w:rsidRPr="00015081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015081" w:rsidTr="00923D7D">
        <w:tc>
          <w:tcPr>
            <w:tcW w:w="9670" w:type="dxa"/>
          </w:tcPr>
          <w:p w:rsidR="008437AA" w:rsidRPr="00015081" w:rsidRDefault="008437AA" w:rsidP="008437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5081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:rsidR="008437AA" w:rsidRPr="00015081" w:rsidRDefault="008437AA" w:rsidP="008437AA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:rsidR="008437AA" w:rsidRPr="00015081" w:rsidRDefault="008437AA" w:rsidP="008437AA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:rsidR="008437AA" w:rsidRPr="00015081" w:rsidRDefault="008437AA" w:rsidP="008437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5081">
              <w:rPr>
                <w:rFonts w:ascii="Corbel" w:hAnsi="Corbel"/>
                <w:b w:val="0"/>
                <w:smallCaps w:val="0"/>
                <w:szCs w:val="24"/>
              </w:rPr>
              <w:t>Ocena 3,0 wymaga zdobycia powyżej 50% maksymalnej ilości punktów przypisanych przez prowadzących zajęcia do poszczególnych prac i aktywności składających się na zaliczenie przedmiotu.</w:t>
            </w:r>
          </w:p>
          <w:p w:rsidR="008437AA" w:rsidRPr="00015081" w:rsidRDefault="008437AA" w:rsidP="008437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E57CF6" w:rsidRPr="00015081" w:rsidRDefault="008437AA" w:rsidP="008437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5081"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</w:p>
          <w:p w:rsidR="00E57CF6" w:rsidRPr="00015081" w:rsidRDefault="00E57CF6" w:rsidP="00E57CF6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5081">
              <w:rPr>
                <w:rFonts w:ascii="Corbel" w:hAnsi="Corbel"/>
                <w:b w:val="0"/>
                <w:smallCaps w:val="0"/>
                <w:szCs w:val="24"/>
              </w:rPr>
              <w:t>egzamin pisemny składający się z: sporządzania sprawozdań finansowych, dokonywania księgowań, rozwiązywania zadań</w:t>
            </w:r>
          </w:p>
        </w:tc>
      </w:tr>
    </w:tbl>
    <w:p w:rsidR="0085747A" w:rsidRPr="0001508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015081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15081">
        <w:rPr>
          <w:rFonts w:ascii="Corbel" w:hAnsi="Corbel"/>
          <w:b/>
          <w:sz w:val="24"/>
          <w:szCs w:val="24"/>
        </w:rPr>
        <w:t xml:space="preserve">5. </w:t>
      </w:r>
      <w:r w:rsidR="00C61DC5" w:rsidRPr="0001508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01508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015081" w:rsidTr="003E1941">
        <w:tc>
          <w:tcPr>
            <w:tcW w:w="4962" w:type="dxa"/>
            <w:vAlign w:val="center"/>
          </w:tcPr>
          <w:p w:rsidR="0085747A" w:rsidRPr="0001508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1508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01508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01508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01508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1508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01508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01508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01508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5C6072" w:rsidRPr="00015081" w:rsidTr="00923D7D">
        <w:tc>
          <w:tcPr>
            <w:tcW w:w="4962" w:type="dxa"/>
          </w:tcPr>
          <w:p w:rsidR="005C6072" w:rsidRPr="00015081" w:rsidRDefault="005C6072" w:rsidP="005C60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:rsidR="005C6072" w:rsidRPr="007B6064" w:rsidRDefault="005C6072" w:rsidP="005C607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5C6072" w:rsidRPr="00015081" w:rsidTr="00923D7D">
        <w:tc>
          <w:tcPr>
            <w:tcW w:w="4962" w:type="dxa"/>
          </w:tcPr>
          <w:p w:rsidR="005C6072" w:rsidRPr="00015081" w:rsidRDefault="005C6072" w:rsidP="005C60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5C6072" w:rsidRPr="00015081" w:rsidRDefault="005C6072" w:rsidP="005C60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5C6072" w:rsidRPr="007B6064" w:rsidRDefault="005C6072" w:rsidP="005C607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5C6072" w:rsidRPr="00015081" w:rsidTr="00923D7D">
        <w:tc>
          <w:tcPr>
            <w:tcW w:w="4962" w:type="dxa"/>
          </w:tcPr>
          <w:p w:rsidR="005C6072" w:rsidRPr="00015081" w:rsidRDefault="005C6072" w:rsidP="005C60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5C6072" w:rsidRPr="00015081" w:rsidRDefault="005C6072" w:rsidP="005C60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5C6072" w:rsidRPr="007B6064" w:rsidRDefault="005C6072" w:rsidP="005C607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5C6072" w:rsidRPr="00015081" w:rsidTr="00923D7D">
        <w:tc>
          <w:tcPr>
            <w:tcW w:w="4962" w:type="dxa"/>
          </w:tcPr>
          <w:p w:rsidR="005C6072" w:rsidRPr="00015081" w:rsidRDefault="005C6072" w:rsidP="005C60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5C6072" w:rsidRPr="007B6064" w:rsidRDefault="005C6072" w:rsidP="005C607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B6064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5C6072" w:rsidRPr="00015081" w:rsidTr="00923D7D">
        <w:tc>
          <w:tcPr>
            <w:tcW w:w="4962" w:type="dxa"/>
          </w:tcPr>
          <w:p w:rsidR="005C6072" w:rsidRPr="00015081" w:rsidRDefault="005C6072" w:rsidP="005C607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1508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5C6072" w:rsidRPr="005C6072" w:rsidRDefault="005C6072" w:rsidP="005C607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C6072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:rsidR="0085747A" w:rsidRPr="00015081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1508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01508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01508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01508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15081">
        <w:rPr>
          <w:rFonts w:ascii="Corbel" w:hAnsi="Corbel"/>
          <w:smallCaps w:val="0"/>
          <w:szCs w:val="24"/>
        </w:rPr>
        <w:t xml:space="preserve">6. </w:t>
      </w:r>
      <w:r w:rsidR="0085747A" w:rsidRPr="00015081">
        <w:rPr>
          <w:rFonts w:ascii="Corbel" w:hAnsi="Corbel"/>
          <w:smallCaps w:val="0"/>
          <w:szCs w:val="24"/>
        </w:rPr>
        <w:t>PRAKTYKI ZAWODOWE W RAMACH PRZEDMIOTU/ MODUŁU</w:t>
      </w:r>
      <w:r w:rsidRPr="00015081">
        <w:rPr>
          <w:rFonts w:ascii="Corbel" w:hAnsi="Corbel"/>
          <w:smallCaps w:val="0"/>
          <w:szCs w:val="24"/>
        </w:rPr>
        <w:t xml:space="preserve"> </w:t>
      </w:r>
    </w:p>
    <w:p w:rsidR="0085747A" w:rsidRPr="0001508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015081" w:rsidTr="0071620A">
        <w:trPr>
          <w:trHeight w:val="397"/>
        </w:trPr>
        <w:tc>
          <w:tcPr>
            <w:tcW w:w="3544" w:type="dxa"/>
          </w:tcPr>
          <w:p w:rsidR="0085747A" w:rsidRPr="0001508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508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015081" w:rsidRDefault="00E57CF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50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015081" w:rsidTr="0071620A">
        <w:trPr>
          <w:trHeight w:val="397"/>
        </w:trPr>
        <w:tc>
          <w:tcPr>
            <w:tcW w:w="3544" w:type="dxa"/>
          </w:tcPr>
          <w:p w:rsidR="0085747A" w:rsidRPr="0001508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508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015081" w:rsidRDefault="00E57CF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5081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01508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01508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15081">
        <w:rPr>
          <w:rFonts w:ascii="Corbel" w:hAnsi="Corbel"/>
          <w:smallCaps w:val="0"/>
          <w:szCs w:val="24"/>
        </w:rPr>
        <w:t xml:space="preserve">7. </w:t>
      </w:r>
      <w:r w:rsidR="0085747A" w:rsidRPr="00015081">
        <w:rPr>
          <w:rFonts w:ascii="Corbel" w:hAnsi="Corbel"/>
          <w:smallCaps w:val="0"/>
          <w:szCs w:val="24"/>
        </w:rPr>
        <w:t>LITERATURA</w:t>
      </w:r>
      <w:r w:rsidRPr="00015081">
        <w:rPr>
          <w:rFonts w:ascii="Corbel" w:hAnsi="Corbel"/>
          <w:smallCaps w:val="0"/>
          <w:szCs w:val="24"/>
        </w:rPr>
        <w:t xml:space="preserve"> </w:t>
      </w:r>
    </w:p>
    <w:p w:rsidR="00675843" w:rsidRPr="0001508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015081" w:rsidTr="0071620A">
        <w:trPr>
          <w:trHeight w:val="397"/>
        </w:trPr>
        <w:tc>
          <w:tcPr>
            <w:tcW w:w="7513" w:type="dxa"/>
          </w:tcPr>
          <w:p w:rsidR="00E57CF6" w:rsidRPr="00015081" w:rsidRDefault="0085747A" w:rsidP="00E57CF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</w:rPr>
              <w:t>Literatura podstawowa:</w:t>
            </w:r>
            <w:r w:rsidR="00E57CF6" w:rsidRPr="00015081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E57CF6" w:rsidRPr="00015081" w:rsidRDefault="00E57CF6" w:rsidP="005A27EA">
            <w:pPr>
              <w:autoSpaceDE w:val="0"/>
              <w:autoSpaceDN w:val="0"/>
              <w:adjustRightInd w:val="0"/>
              <w:spacing w:after="0" w:line="240" w:lineRule="auto"/>
              <w:ind w:left="459" w:hanging="459"/>
              <w:rPr>
                <w:rFonts w:ascii="Corbel" w:hAnsi="Corbel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</w:rPr>
              <w:t xml:space="preserve">1. </w:t>
            </w:r>
            <w:r w:rsidR="001B2D4C" w:rsidRPr="0001508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15081">
              <w:rPr>
                <w:rFonts w:ascii="Corbel" w:hAnsi="Corbel"/>
                <w:sz w:val="24"/>
                <w:szCs w:val="24"/>
              </w:rPr>
              <w:t>Tutyna</w:t>
            </w:r>
            <w:r w:rsidR="005A27EA" w:rsidRPr="00015081">
              <w:rPr>
                <w:rFonts w:ascii="Corbel" w:hAnsi="Corbel"/>
                <w:sz w:val="24"/>
                <w:szCs w:val="24"/>
              </w:rPr>
              <w:t xml:space="preserve"> J.</w:t>
            </w:r>
            <w:r w:rsidRPr="00015081">
              <w:rPr>
                <w:rFonts w:ascii="Corbel" w:hAnsi="Corbel"/>
                <w:sz w:val="24"/>
                <w:szCs w:val="24"/>
              </w:rPr>
              <w:t>, Rachunkowość finansowa, Warszawa, Wydawnictwo C. H. Beck, 2014.</w:t>
            </w:r>
          </w:p>
          <w:p w:rsidR="0075216D" w:rsidRPr="00015081" w:rsidRDefault="00E57CF6" w:rsidP="005A27EA">
            <w:pPr>
              <w:autoSpaceDE w:val="0"/>
              <w:autoSpaceDN w:val="0"/>
              <w:adjustRightInd w:val="0"/>
              <w:spacing w:after="0" w:line="240" w:lineRule="auto"/>
              <w:ind w:left="459" w:hanging="459"/>
              <w:rPr>
                <w:rFonts w:ascii="Corbel" w:hAnsi="Corbel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</w:rPr>
              <w:t>2. Walińska</w:t>
            </w:r>
            <w:r w:rsidR="005A27EA" w:rsidRPr="00015081">
              <w:rPr>
                <w:rFonts w:ascii="Corbel" w:hAnsi="Corbel"/>
                <w:sz w:val="24"/>
                <w:szCs w:val="24"/>
              </w:rPr>
              <w:t xml:space="preserve"> E.</w:t>
            </w:r>
            <w:r w:rsidRPr="00015081">
              <w:rPr>
                <w:rFonts w:ascii="Corbel" w:hAnsi="Corbel"/>
                <w:sz w:val="24"/>
                <w:szCs w:val="24"/>
              </w:rPr>
              <w:t>, Rachunkowość finansowa - ujęcie sprawozdawcze i ewidencyjne, Warszawa , Oficyna Wolters Kluwer Business, 2014.</w:t>
            </w:r>
          </w:p>
          <w:p w:rsidR="0075216D" w:rsidRPr="00015081" w:rsidRDefault="0075216D" w:rsidP="005A27EA">
            <w:p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 xml:space="preserve">3. </w:t>
            </w:r>
            <w:r w:rsidR="00474AAE" w:rsidRPr="00015081">
              <w:rPr>
                <w:rFonts w:ascii="Corbel" w:hAnsi="Corbel"/>
                <w:sz w:val="24"/>
                <w:szCs w:val="24"/>
                <w:lang w:eastAsia="pl-PL"/>
              </w:rPr>
              <w:t>Szczypa</w:t>
            </w:r>
            <w:r w:rsidR="005A27EA" w:rsidRPr="00015081">
              <w:rPr>
                <w:rFonts w:ascii="Corbel" w:hAnsi="Corbel"/>
                <w:sz w:val="24"/>
                <w:szCs w:val="24"/>
                <w:lang w:eastAsia="pl-PL"/>
              </w:rPr>
              <w:t xml:space="preserve"> P.</w:t>
            </w:r>
            <w:r w:rsidR="00474AAE" w:rsidRPr="00015081">
              <w:rPr>
                <w:rFonts w:ascii="Corbel" w:hAnsi="Corbel"/>
                <w:sz w:val="24"/>
                <w:szCs w:val="24"/>
                <w:lang w:eastAsia="pl-PL"/>
              </w:rPr>
              <w:t xml:space="preserve"> (red), </w:t>
            </w: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Rachunkowo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ść </w:t>
            </w: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finansowa</w:t>
            </w:r>
            <w:r w:rsidR="00474AAE" w:rsidRPr="00015081">
              <w:rPr>
                <w:rFonts w:ascii="Corbel" w:hAnsi="Corbel"/>
                <w:sz w:val="24"/>
                <w:szCs w:val="24"/>
                <w:lang w:eastAsia="pl-PL"/>
              </w:rPr>
              <w:t>,</w:t>
            </w: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="00474AAE" w:rsidRPr="00015081">
              <w:rPr>
                <w:rFonts w:ascii="Corbel" w:hAnsi="Corbel"/>
                <w:sz w:val="24"/>
                <w:szCs w:val="24"/>
                <w:lang w:eastAsia="pl-PL"/>
              </w:rPr>
              <w:t>w</w:t>
            </w: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yd. 4 (zm), Warszawa, CeDeWu, 2014.</w:t>
            </w:r>
          </w:p>
          <w:p w:rsidR="0085747A" w:rsidRPr="00015081" w:rsidRDefault="00E57CF6" w:rsidP="005A27EA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</w:rPr>
              <w:t>4.  Pfaff</w:t>
            </w:r>
            <w:r w:rsidR="005A27EA" w:rsidRPr="00015081">
              <w:rPr>
                <w:rFonts w:ascii="Corbel" w:hAnsi="Corbel"/>
                <w:sz w:val="24"/>
                <w:szCs w:val="24"/>
              </w:rPr>
              <w:t xml:space="preserve"> J.</w:t>
            </w:r>
            <w:r w:rsidRPr="00015081">
              <w:rPr>
                <w:rFonts w:ascii="Corbel" w:hAnsi="Corbel"/>
                <w:sz w:val="24"/>
                <w:szCs w:val="24"/>
              </w:rPr>
              <w:t>,  Messner</w:t>
            </w:r>
            <w:r w:rsidR="005A27EA" w:rsidRPr="00015081">
              <w:rPr>
                <w:rFonts w:ascii="Corbel" w:hAnsi="Corbel"/>
                <w:sz w:val="24"/>
                <w:szCs w:val="24"/>
              </w:rPr>
              <w:t xml:space="preserve"> Z.</w:t>
            </w:r>
            <w:r w:rsidRPr="00015081">
              <w:rPr>
                <w:rFonts w:ascii="Corbel" w:hAnsi="Corbel"/>
                <w:sz w:val="24"/>
                <w:szCs w:val="24"/>
              </w:rPr>
              <w:t>, Rachunkowość finansowa z uwzględnieniem MSSF, Warszawa Wydawnictwo Naukowe PWN, 201</w:t>
            </w:r>
            <w:r w:rsidR="00454174" w:rsidRPr="00015081">
              <w:rPr>
                <w:rFonts w:ascii="Corbel" w:hAnsi="Corbel"/>
                <w:sz w:val="24"/>
                <w:szCs w:val="24"/>
              </w:rPr>
              <w:t>7</w:t>
            </w:r>
            <w:r w:rsidRPr="0001508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015081" w:rsidTr="0071620A">
        <w:trPr>
          <w:trHeight w:val="397"/>
        </w:trPr>
        <w:tc>
          <w:tcPr>
            <w:tcW w:w="7513" w:type="dxa"/>
          </w:tcPr>
          <w:p w:rsidR="00E57CF6" w:rsidRPr="00015081" w:rsidRDefault="0085747A" w:rsidP="00E57CF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:rsidR="0075216D" w:rsidRPr="00015081" w:rsidRDefault="0075216D" w:rsidP="005A27EA">
            <w:p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</w:rPr>
              <w:t>1. Szczypa</w:t>
            </w:r>
            <w:r w:rsidR="005A27EA" w:rsidRPr="00015081">
              <w:rPr>
                <w:rFonts w:ascii="Corbel" w:hAnsi="Corbel"/>
                <w:sz w:val="24"/>
                <w:szCs w:val="24"/>
              </w:rPr>
              <w:t xml:space="preserve"> P.</w:t>
            </w:r>
            <w:r w:rsidRPr="00015081">
              <w:rPr>
                <w:rFonts w:ascii="Corbel" w:hAnsi="Corbel"/>
                <w:sz w:val="24"/>
                <w:szCs w:val="24"/>
              </w:rPr>
              <w:t xml:space="preserve"> (red )</w:t>
            </w:r>
            <w:r w:rsidR="00474AAE" w:rsidRPr="00015081">
              <w:rPr>
                <w:rFonts w:ascii="Corbel" w:hAnsi="Corbel"/>
                <w:sz w:val="24"/>
                <w:szCs w:val="24"/>
              </w:rPr>
              <w:t>,</w:t>
            </w:r>
            <w:r w:rsidRPr="00015081">
              <w:rPr>
                <w:rFonts w:ascii="Corbel" w:hAnsi="Corbel"/>
                <w:sz w:val="24"/>
                <w:szCs w:val="24"/>
              </w:rPr>
              <w:t xml:space="preserve"> Rachunkowość dla ciebie Rachunkowość finansowa, Warszawa ,CeDeWu, 2013.</w:t>
            </w:r>
          </w:p>
          <w:p w:rsidR="00474AAE" w:rsidRPr="00015081" w:rsidRDefault="00E57CF6" w:rsidP="00015081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 xml:space="preserve">2. </w:t>
            </w:r>
            <w:r w:rsidR="003915C5" w:rsidRPr="00015081">
              <w:rPr>
                <w:rFonts w:ascii="Corbel" w:hAnsi="Corbel"/>
                <w:sz w:val="24"/>
                <w:szCs w:val="24"/>
                <w:lang w:eastAsia="pl-PL"/>
              </w:rPr>
              <w:t>Cebrowska</w:t>
            </w:r>
            <w:r w:rsidR="005A27EA" w:rsidRPr="00015081">
              <w:rPr>
                <w:rFonts w:ascii="Corbel" w:hAnsi="Corbel"/>
                <w:sz w:val="24"/>
                <w:szCs w:val="24"/>
                <w:lang w:eastAsia="pl-PL"/>
              </w:rPr>
              <w:t xml:space="preserve"> T.</w:t>
            </w:r>
            <w:r w:rsidR="00474AAE" w:rsidRPr="00015081">
              <w:rPr>
                <w:rFonts w:ascii="Corbel" w:hAnsi="Corbel"/>
                <w:sz w:val="24"/>
                <w:szCs w:val="24"/>
                <w:lang w:eastAsia="pl-PL"/>
              </w:rPr>
              <w:t xml:space="preserve"> (red), Rachunkowość finansowa i podatkowa, wyd. PWN, Warszawa 2018</w:t>
            </w:r>
            <w:r w:rsidR="003915C5" w:rsidRPr="00015081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:rsidR="00E57CF6" w:rsidRPr="00015081" w:rsidRDefault="00E57CF6" w:rsidP="00015081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3.</w:t>
            </w:r>
            <w:r w:rsidR="001B2D4C" w:rsidRPr="00015081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Gmytrasiewicz</w:t>
            </w:r>
            <w:r w:rsidR="005A27EA" w:rsidRPr="00015081">
              <w:rPr>
                <w:rFonts w:ascii="Corbel" w:hAnsi="Corbel"/>
                <w:sz w:val="24"/>
                <w:szCs w:val="24"/>
                <w:lang w:eastAsia="pl-PL"/>
              </w:rPr>
              <w:t xml:space="preserve"> M.</w:t>
            </w: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 xml:space="preserve"> ,Karma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ń</w:t>
            </w: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ska</w:t>
            </w:r>
            <w:r w:rsidR="005A27EA" w:rsidRPr="00015081">
              <w:rPr>
                <w:rFonts w:ascii="Corbel" w:hAnsi="Corbel"/>
                <w:sz w:val="24"/>
                <w:szCs w:val="24"/>
                <w:lang w:eastAsia="pl-PL"/>
              </w:rPr>
              <w:t xml:space="preserve"> A.</w:t>
            </w: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, Olchowicz</w:t>
            </w:r>
            <w:r w:rsidR="005A27EA" w:rsidRPr="00015081">
              <w:rPr>
                <w:rFonts w:ascii="Corbel" w:hAnsi="Corbel"/>
                <w:sz w:val="24"/>
                <w:szCs w:val="24"/>
                <w:lang w:eastAsia="pl-PL"/>
              </w:rPr>
              <w:t xml:space="preserve"> I.</w:t>
            </w: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, Rachunkowo</w:t>
            </w:r>
            <w:r w:rsidRPr="0001508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ść </w:t>
            </w: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finansowa, Difin, Warszawa, 2010</w:t>
            </w:r>
            <w:r w:rsidR="001B2D4C" w:rsidRPr="00015081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:rsidR="0085747A" w:rsidRPr="00015081" w:rsidRDefault="00E57CF6" w:rsidP="00015081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4.</w:t>
            </w:r>
            <w:r w:rsidR="001B2D4C" w:rsidRPr="00015081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Kuczyńska –Cesarz</w:t>
            </w:r>
            <w:r w:rsidR="005A27EA" w:rsidRPr="00015081">
              <w:rPr>
                <w:rFonts w:ascii="Corbel" w:hAnsi="Corbel"/>
                <w:sz w:val="24"/>
                <w:szCs w:val="24"/>
                <w:lang w:eastAsia="pl-PL"/>
              </w:rPr>
              <w:t xml:space="preserve"> A.</w:t>
            </w:r>
            <w:r w:rsidRPr="00015081">
              <w:rPr>
                <w:rFonts w:ascii="Corbel" w:hAnsi="Corbel"/>
                <w:sz w:val="24"/>
                <w:szCs w:val="24"/>
                <w:lang w:eastAsia="pl-PL"/>
              </w:rPr>
              <w:t>, Rachunkowość finansowa, cz 1 i 2,Difin, Warszawa 20</w:t>
            </w:r>
            <w:r w:rsidR="001B2D4C" w:rsidRPr="00015081">
              <w:rPr>
                <w:rFonts w:ascii="Corbel" w:hAnsi="Corbel"/>
                <w:sz w:val="24"/>
                <w:szCs w:val="24"/>
                <w:lang w:eastAsia="pl-PL"/>
              </w:rPr>
              <w:t>11.</w:t>
            </w:r>
          </w:p>
        </w:tc>
      </w:tr>
    </w:tbl>
    <w:p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C6072" w:rsidRPr="00015081" w:rsidRDefault="005C6072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bookmarkStart w:id="0" w:name="_GoBack"/>
      <w:bookmarkEnd w:id="0"/>
    </w:p>
    <w:p w:rsidR="0085747A" w:rsidRPr="00015081" w:rsidRDefault="0085747A" w:rsidP="00015081">
      <w:pPr>
        <w:pStyle w:val="Punktygwne"/>
        <w:spacing w:before="0" w:after="0"/>
        <w:rPr>
          <w:rFonts w:ascii="Corbel" w:hAnsi="Corbel"/>
          <w:szCs w:val="24"/>
        </w:rPr>
      </w:pPr>
      <w:r w:rsidRPr="0001508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1508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5A20" w:rsidRDefault="006F5A20" w:rsidP="00C16ABF">
      <w:pPr>
        <w:spacing w:after="0" w:line="240" w:lineRule="auto"/>
      </w:pPr>
      <w:r>
        <w:separator/>
      </w:r>
    </w:p>
  </w:endnote>
  <w:endnote w:type="continuationSeparator" w:id="0">
    <w:p w:rsidR="006F5A20" w:rsidRDefault="006F5A2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5A20" w:rsidRDefault="006F5A20" w:rsidP="00C16ABF">
      <w:pPr>
        <w:spacing w:after="0" w:line="240" w:lineRule="auto"/>
      </w:pPr>
      <w:r>
        <w:separator/>
      </w:r>
    </w:p>
  </w:footnote>
  <w:footnote w:type="continuationSeparator" w:id="0">
    <w:p w:rsidR="006F5A20" w:rsidRDefault="006F5A20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87EB9"/>
    <w:multiLevelType w:val="hybridMultilevel"/>
    <w:tmpl w:val="06E62666"/>
    <w:lvl w:ilvl="0" w:tplc="80F6D4B0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FA3A23"/>
    <w:multiLevelType w:val="hybridMultilevel"/>
    <w:tmpl w:val="44443D90"/>
    <w:lvl w:ilvl="0" w:tplc="63ECB2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081"/>
    <w:rsid w:val="00015B8F"/>
    <w:rsid w:val="00022ECE"/>
    <w:rsid w:val="00042A51"/>
    <w:rsid w:val="00042D2E"/>
    <w:rsid w:val="00044C82"/>
    <w:rsid w:val="00070ED6"/>
    <w:rsid w:val="000742DC"/>
    <w:rsid w:val="00084C12"/>
    <w:rsid w:val="000905EF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D4B8A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6083"/>
    <w:rsid w:val="00192F37"/>
    <w:rsid w:val="001A70D2"/>
    <w:rsid w:val="001B2D4C"/>
    <w:rsid w:val="001D657B"/>
    <w:rsid w:val="001D7B54"/>
    <w:rsid w:val="001E0209"/>
    <w:rsid w:val="001F2CA2"/>
    <w:rsid w:val="002144C0"/>
    <w:rsid w:val="0022477D"/>
    <w:rsid w:val="002336F9"/>
    <w:rsid w:val="0024028F"/>
    <w:rsid w:val="00244ABC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C2A37"/>
    <w:rsid w:val="002D73D4"/>
    <w:rsid w:val="002F02A3"/>
    <w:rsid w:val="002F4ABE"/>
    <w:rsid w:val="003018BA"/>
    <w:rsid w:val="00305C92"/>
    <w:rsid w:val="003151C5"/>
    <w:rsid w:val="003343CF"/>
    <w:rsid w:val="00346FE9"/>
    <w:rsid w:val="0034759A"/>
    <w:rsid w:val="003503F6"/>
    <w:rsid w:val="003530DD"/>
    <w:rsid w:val="00363F78"/>
    <w:rsid w:val="003915C5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54174"/>
    <w:rsid w:val="00461EFC"/>
    <w:rsid w:val="004652C2"/>
    <w:rsid w:val="00471326"/>
    <w:rsid w:val="00474AAE"/>
    <w:rsid w:val="0047598D"/>
    <w:rsid w:val="004840FD"/>
    <w:rsid w:val="00490F7D"/>
    <w:rsid w:val="00491678"/>
    <w:rsid w:val="004968E2"/>
    <w:rsid w:val="004A3EEA"/>
    <w:rsid w:val="004A4D1F"/>
    <w:rsid w:val="004D5282"/>
    <w:rsid w:val="004E4AAA"/>
    <w:rsid w:val="004F1551"/>
    <w:rsid w:val="004F55A3"/>
    <w:rsid w:val="0050496F"/>
    <w:rsid w:val="00513B6F"/>
    <w:rsid w:val="00517C63"/>
    <w:rsid w:val="005363C4"/>
    <w:rsid w:val="00536BDE"/>
    <w:rsid w:val="00543ACC"/>
    <w:rsid w:val="005A0855"/>
    <w:rsid w:val="005A27EA"/>
    <w:rsid w:val="005A3196"/>
    <w:rsid w:val="005A4BBC"/>
    <w:rsid w:val="005C080F"/>
    <w:rsid w:val="005C55E5"/>
    <w:rsid w:val="005C6072"/>
    <w:rsid w:val="005C696A"/>
    <w:rsid w:val="005E6E85"/>
    <w:rsid w:val="005F31D2"/>
    <w:rsid w:val="0061029B"/>
    <w:rsid w:val="00617230"/>
    <w:rsid w:val="00621CE1"/>
    <w:rsid w:val="00647FA8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5A20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5216D"/>
    <w:rsid w:val="00763BF1"/>
    <w:rsid w:val="00766FD4"/>
    <w:rsid w:val="0078168C"/>
    <w:rsid w:val="00790E27"/>
    <w:rsid w:val="007A4022"/>
    <w:rsid w:val="007A6E6E"/>
    <w:rsid w:val="007B6064"/>
    <w:rsid w:val="007C3299"/>
    <w:rsid w:val="007C3BCC"/>
    <w:rsid w:val="007D6E56"/>
    <w:rsid w:val="007F4155"/>
    <w:rsid w:val="0081707E"/>
    <w:rsid w:val="0082382B"/>
    <w:rsid w:val="008437AA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3E45"/>
    <w:rsid w:val="009508DF"/>
    <w:rsid w:val="00950DAC"/>
    <w:rsid w:val="00954A07"/>
    <w:rsid w:val="00997F14"/>
    <w:rsid w:val="009A78D9"/>
    <w:rsid w:val="009C0487"/>
    <w:rsid w:val="009C3E31"/>
    <w:rsid w:val="009C54AE"/>
    <w:rsid w:val="009C788E"/>
    <w:rsid w:val="009E3B41"/>
    <w:rsid w:val="009E54C7"/>
    <w:rsid w:val="009F3C5C"/>
    <w:rsid w:val="009F4610"/>
    <w:rsid w:val="00A00ECC"/>
    <w:rsid w:val="00A1071A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97DE1"/>
    <w:rsid w:val="00AB053C"/>
    <w:rsid w:val="00AD0A5D"/>
    <w:rsid w:val="00AD1146"/>
    <w:rsid w:val="00AD27D3"/>
    <w:rsid w:val="00AD66D6"/>
    <w:rsid w:val="00AE1160"/>
    <w:rsid w:val="00AE203C"/>
    <w:rsid w:val="00AE2E74"/>
    <w:rsid w:val="00AE5FCB"/>
    <w:rsid w:val="00AF2C1E"/>
    <w:rsid w:val="00B0392D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B520A"/>
    <w:rsid w:val="00BD3869"/>
    <w:rsid w:val="00BD66E9"/>
    <w:rsid w:val="00BF2C41"/>
    <w:rsid w:val="00C058B4"/>
    <w:rsid w:val="00C131B5"/>
    <w:rsid w:val="00C16ABF"/>
    <w:rsid w:val="00C170AE"/>
    <w:rsid w:val="00C26CB7"/>
    <w:rsid w:val="00C324C1"/>
    <w:rsid w:val="00C36992"/>
    <w:rsid w:val="00C42EAB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552B2"/>
    <w:rsid w:val="00D608D1"/>
    <w:rsid w:val="00D74119"/>
    <w:rsid w:val="00D8075B"/>
    <w:rsid w:val="00D8678B"/>
    <w:rsid w:val="00D964B9"/>
    <w:rsid w:val="00DA2114"/>
    <w:rsid w:val="00DE09C0"/>
    <w:rsid w:val="00DF320D"/>
    <w:rsid w:val="00DF605A"/>
    <w:rsid w:val="00DF71C8"/>
    <w:rsid w:val="00E129B8"/>
    <w:rsid w:val="00E21E7D"/>
    <w:rsid w:val="00E22FBC"/>
    <w:rsid w:val="00E24BF5"/>
    <w:rsid w:val="00E25338"/>
    <w:rsid w:val="00E51E44"/>
    <w:rsid w:val="00E57CF6"/>
    <w:rsid w:val="00E63348"/>
    <w:rsid w:val="00E77E88"/>
    <w:rsid w:val="00E8107D"/>
    <w:rsid w:val="00EA4832"/>
    <w:rsid w:val="00EC4899"/>
    <w:rsid w:val="00ED03AB"/>
    <w:rsid w:val="00ED2142"/>
    <w:rsid w:val="00ED32D2"/>
    <w:rsid w:val="00EE32DE"/>
    <w:rsid w:val="00EE5457"/>
    <w:rsid w:val="00F070AB"/>
    <w:rsid w:val="00F27A7B"/>
    <w:rsid w:val="00F526AF"/>
    <w:rsid w:val="00F617C3"/>
    <w:rsid w:val="00F7066B"/>
    <w:rsid w:val="00F83B28"/>
    <w:rsid w:val="00FB7DBA"/>
    <w:rsid w:val="00FC1C25"/>
    <w:rsid w:val="00FC3F45"/>
    <w:rsid w:val="00FD0788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AAB2E"/>
  <w15:docId w15:val="{4145B100-63DD-4D01-A788-6994F0BEB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E60D39-A496-4C79-BA63-A40171FD3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80</TotalTime>
  <Pages>6</Pages>
  <Words>1241</Words>
  <Characters>7448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Użytkownik systemu Windows</cp:lastModifiedBy>
  <cp:revision>12</cp:revision>
  <cp:lastPrinted>2017-02-15T12:41:00Z</cp:lastPrinted>
  <dcterms:created xsi:type="dcterms:W3CDTF">2018-02-08T20:51:00Z</dcterms:created>
  <dcterms:modified xsi:type="dcterms:W3CDTF">2019-02-01T09:03:00Z</dcterms:modified>
</cp:coreProperties>
</file>